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809D7" w14:textId="77777777" w:rsidR="000808CE" w:rsidRPr="000F18D8"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w:t>
      </w:r>
      <w:r w:rsidR="000808CE" w:rsidRPr="000F18D8">
        <w:rPr>
          <w:rFonts w:asciiTheme="minorHAnsi" w:hAnsiTheme="minorHAnsi"/>
          <w:b w:val="0"/>
          <w:sz w:val="48"/>
          <w:szCs w:val="48"/>
        </w:rPr>
        <w:t>LOUV</w:t>
      </w:r>
      <w:r w:rsidRPr="000F18D8">
        <w:rPr>
          <w:rFonts w:asciiTheme="minorHAnsi" w:hAnsiTheme="minorHAnsi"/>
          <w:b w:val="0"/>
          <w:sz w:val="48"/>
          <w:szCs w:val="48"/>
        </w:rPr>
        <w:t>Y</w:t>
      </w:r>
      <w:r w:rsidR="000808CE" w:rsidRPr="000F18D8">
        <w:rPr>
          <w:rFonts w:asciiTheme="minorHAnsi" w:hAnsiTheme="minorHAnsi"/>
          <w:b w:val="0"/>
          <w:sz w:val="48"/>
          <w:szCs w:val="48"/>
        </w:rPr>
        <w:t xml:space="preserve"> O DÍLO</w:t>
      </w:r>
    </w:p>
    <w:p w14:paraId="4B7E3108" w14:textId="79D616AD" w:rsidR="00882E39" w:rsidRPr="000F18D8" w:rsidRDefault="00C1048B" w:rsidP="00F56CA0">
      <w:pPr>
        <w:widowControl w:val="0"/>
        <w:autoSpaceDE w:val="0"/>
        <w:autoSpaceDN w:val="0"/>
        <w:adjustRightInd w:val="0"/>
        <w:spacing w:after="160"/>
        <w:jc w:val="center"/>
        <w:rPr>
          <w:rFonts w:asciiTheme="minorHAnsi" w:hAnsiTheme="minorHAnsi"/>
          <w:bCs/>
          <w:sz w:val="36"/>
          <w:szCs w:val="36"/>
        </w:rPr>
      </w:pPr>
      <w:r w:rsidRPr="000F18D8">
        <w:rPr>
          <w:rFonts w:asciiTheme="minorHAnsi" w:hAnsiTheme="minorHAnsi"/>
          <w:bCs/>
          <w:sz w:val="36"/>
          <w:szCs w:val="36"/>
        </w:rPr>
        <w:t>č.</w:t>
      </w:r>
      <w:r w:rsidR="00882E39" w:rsidRPr="000F18D8">
        <w:rPr>
          <w:rFonts w:asciiTheme="minorHAnsi" w:hAnsiTheme="minorHAnsi"/>
          <w:bCs/>
          <w:sz w:val="36"/>
          <w:szCs w:val="36"/>
        </w:rPr>
        <w:t xml:space="preserve"> </w:t>
      </w:r>
      <w:r w:rsidR="00E95CD6" w:rsidRPr="000F18D8">
        <w:rPr>
          <w:rFonts w:asciiTheme="minorHAnsi" w:hAnsiTheme="minorHAnsi"/>
          <w:bCs/>
          <w:sz w:val="36"/>
          <w:szCs w:val="36"/>
        </w:rPr>
        <w:t>ORM</w:t>
      </w:r>
      <w:r w:rsidR="00882E39" w:rsidRPr="000F18D8">
        <w:rPr>
          <w:rFonts w:asciiTheme="minorHAnsi" w:hAnsiTheme="minorHAnsi"/>
          <w:bCs/>
          <w:sz w:val="36"/>
          <w:szCs w:val="36"/>
        </w:rPr>
        <w:t>/</w:t>
      </w:r>
      <w:r w:rsidR="000F18D8" w:rsidRPr="000F18D8">
        <w:rPr>
          <w:rFonts w:asciiTheme="minorHAnsi" w:hAnsiTheme="minorHAnsi"/>
          <w:bCs/>
          <w:sz w:val="36"/>
          <w:szCs w:val="36"/>
        </w:rPr>
        <w:t>2102</w:t>
      </w:r>
      <w:r w:rsidR="00882E39" w:rsidRPr="000F18D8">
        <w:rPr>
          <w:rFonts w:asciiTheme="minorHAnsi" w:hAnsiTheme="minorHAnsi"/>
          <w:bCs/>
          <w:sz w:val="36"/>
          <w:szCs w:val="36"/>
        </w:rPr>
        <w:t>/</w:t>
      </w:r>
      <w:r w:rsidR="000F18D8" w:rsidRPr="000F18D8">
        <w:rPr>
          <w:rFonts w:asciiTheme="minorHAnsi" w:hAnsiTheme="minorHAnsi"/>
          <w:bCs/>
          <w:sz w:val="36"/>
          <w:szCs w:val="36"/>
        </w:rPr>
        <w:t>1</w:t>
      </w:r>
      <w:r w:rsidR="004005FA" w:rsidRPr="000F18D8">
        <w:rPr>
          <w:rFonts w:asciiTheme="minorHAnsi" w:hAnsiTheme="minorHAnsi"/>
          <w:bCs/>
          <w:sz w:val="36"/>
          <w:szCs w:val="36"/>
        </w:rPr>
        <w:t>/</w:t>
      </w:r>
      <w:r w:rsidR="00882E39" w:rsidRPr="000F18D8">
        <w:rPr>
          <w:rFonts w:asciiTheme="minorHAnsi" w:hAnsiTheme="minorHAnsi"/>
          <w:bCs/>
          <w:sz w:val="36"/>
          <w:szCs w:val="36"/>
        </w:rPr>
        <w:t>20</w:t>
      </w:r>
      <w:r w:rsidR="007E3E44" w:rsidRPr="000F18D8">
        <w:rPr>
          <w:rFonts w:asciiTheme="minorHAnsi" w:hAnsiTheme="minorHAnsi"/>
          <w:bCs/>
          <w:sz w:val="36"/>
          <w:szCs w:val="36"/>
        </w:rPr>
        <w:t>2</w:t>
      </w:r>
      <w:r w:rsidR="00A300CE" w:rsidRPr="000F18D8">
        <w:rPr>
          <w:rFonts w:asciiTheme="minorHAnsi" w:hAnsiTheme="minorHAnsi"/>
          <w:bCs/>
          <w:sz w:val="36"/>
          <w:szCs w:val="36"/>
        </w:rPr>
        <w:t>1</w:t>
      </w:r>
    </w:p>
    <w:p w14:paraId="432BD506" w14:textId="77777777" w:rsidR="00882E39" w:rsidRPr="000F18D8"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0F18D8">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0F18D8">
          <w:rPr>
            <w:rFonts w:asciiTheme="minorHAnsi" w:hAnsiTheme="minorHAnsi"/>
            <w:sz w:val="22"/>
            <w:szCs w:val="22"/>
          </w:rPr>
          <w:t>2586</w:t>
        </w:r>
        <w:r w:rsidRPr="000F18D8">
          <w:rPr>
            <w:rFonts w:asciiTheme="minorHAnsi" w:hAnsiTheme="minorHAnsi"/>
            <w:sz w:val="22"/>
            <w:szCs w:val="22"/>
          </w:rPr>
          <w:t xml:space="preserve"> a</w:t>
        </w:r>
      </w:smartTag>
      <w:r w:rsidRPr="000F18D8">
        <w:rPr>
          <w:rFonts w:asciiTheme="minorHAnsi" w:hAnsiTheme="minorHAnsi"/>
          <w:sz w:val="22"/>
          <w:szCs w:val="22"/>
        </w:rPr>
        <w:t xml:space="preserve"> následujících</w:t>
      </w:r>
      <w:r w:rsidR="00BE2447" w:rsidRPr="000F18D8">
        <w:rPr>
          <w:rFonts w:asciiTheme="minorHAnsi" w:hAnsiTheme="minorHAnsi"/>
          <w:sz w:val="22"/>
          <w:szCs w:val="22"/>
        </w:rPr>
        <w:t xml:space="preserve"> </w:t>
      </w:r>
      <w:r w:rsidRPr="000F18D8">
        <w:rPr>
          <w:rFonts w:asciiTheme="minorHAnsi" w:hAnsiTheme="minorHAnsi"/>
          <w:sz w:val="22"/>
          <w:szCs w:val="22"/>
        </w:rPr>
        <w:t xml:space="preserve">zákona č. </w:t>
      </w:r>
      <w:r w:rsidR="00246257" w:rsidRPr="000F18D8">
        <w:rPr>
          <w:rFonts w:asciiTheme="minorHAnsi" w:hAnsiTheme="minorHAnsi"/>
          <w:sz w:val="22"/>
          <w:szCs w:val="22"/>
        </w:rPr>
        <w:t>89/2012</w:t>
      </w:r>
      <w:r w:rsidRPr="000F18D8">
        <w:rPr>
          <w:rFonts w:asciiTheme="minorHAnsi" w:hAnsiTheme="minorHAnsi"/>
          <w:sz w:val="22"/>
          <w:szCs w:val="22"/>
        </w:rPr>
        <w:t xml:space="preserve"> Sb., </w:t>
      </w:r>
      <w:r w:rsidR="00246257" w:rsidRPr="000F18D8">
        <w:rPr>
          <w:rFonts w:asciiTheme="minorHAnsi" w:hAnsiTheme="minorHAnsi"/>
          <w:sz w:val="22"/>
          <w:szCs w:val="22"/>
        </w:rPr>
        <w:t>občanský</w:t>
      </w:r>
      <w:r w:rsidR="00A26E06" w:rsidRPr="000F18D8">
        <w:rPr>
          <w:rFonts w:asciiTheme="minorHAnsi" w:hAnsiTheme="minorHAnsi"/>
          <w:sz w:val="22"/>
          <w:szCs w:val="22"/>
        </w:rPr>
        <w:t xml:space="preserve"> zákoník</w:t>
      </w:r>
      <w:r w:rsidRPr="000F18D8">
        <w:rPr>
          <w:rFonts w:asciiTheme="minorHAnsi" w:hAnsiTheme="minorHAnsi"/>
          <w:sz w:val="22"/>
          <w:szCs w:val="22"/>
        </w:rPr>
        <w:t>,</w:t>
      </w:r>
      <w:r w:rsidR="00F56CA0" w:rsidRPr="000F18D8">
        <w:rPr>
          <w:rFonts w:asciiTheme="minorHAnsi" w:hAnsiTheme="minorHAnsi"/>
          <w:sz w:val="22"/>
          <w:szCs w:val="22"/>
        </w:rPr>
        <w:br/>
      </w:r>
      <w:r w:rsidRPr="000F18D8">
        <w:rPr>
          <w:rFonts w:asciiTheme="minorHAnsi" w:hAnsiTheme="minorHAnsi"/>
          <w:sz w:val="22"/>
          <w:szCs w:val="22"/>
        </w:rPr>
        <w:t>v</w:t>
      </w:r>
      <w:r w:rsidR="00A26E06" w:rsidRPr="000F18D8">
        <w:rPr>
          <w:rFonts w:asciiTheme="minorHAnsi" w:hAnsiTheme="minorHAnsi"/>
          <w:sz w:val="22"/>
          <w:szCs w:val="22"/>
        </w:rPr>
        <w:t>e</w:t>
      </w:r>
      <w:r w:rsidRPr="000F18D8">
        <w:rPr>
          <w:rFonts w:asciiTheme="minorHAnsi" w:hAnsiTheme="minorHAnsi"/>
          <w:sz w:val="22"/>
          <w:szCs w:val="22"/>
        </w:rPr>
        <w:t xml:space="preserve"> znění</w:t>
      </w:r>
      <w:r w:rsidR="00A26E06" w:rsidRPr="000F18D8">
        <w:rPr>
          <w:rFonts w:asciiTheme="minorHAnsi" w:hAnsiTheme="minorHAnsi"/>
          <w:sz w:val="22"/>
          <w:szCs w:val="22"/>
        </w:rPr>
        <w:t xml:space="preserve"> pozdějších předpisů</w:t>
      </w:r>
    </w:p>
    <w:p w14:paraId="03982E36" w14:textId="77777777" w:rsidR="00BE2447" w:rsidRPr="00BE2447" w:rsidRDefault="00BE2447" w:rsidP="00BE2447">
      <w:pPr>
        <w:widowControl w:val="0"/>
        <w:jc w:val="both"/>
        <w:rPr>
          <w:b/>
          <w:iCs/>
          <w:sz w:val="22"/>
          <w:szCs w:val="22"/>
        </w:rPr>
      </w:pPr>
    </w:p>
    <w:p w14:paraId="003177BB" w14:textId="77777777" w:rsidR="00BE2447" w:rsidRPr="00BE2447" w:rsidRDefault="00BE2447" w:rsidP="00BE2447">
      <w:pPr>
        <w:widowControl w:val="0"/>
        <w:jc w:val="both"/>
        <w:rPr>
          <w:b/>
          <w:iCs/>
          <w:sz w:val="22"/>
          <w:szCs w:val="22"/>
        </w:rPr>
      </w:pPr>
    </w:p>
    <w:p w14:paraId="04CAF78F" w14:textId="77777777" w:rsidR="00BE2447" w:rsidRDefault="00BE2447" w:rsidP="00BE2447">
      <w:pPr>
        <w:pStyle w:val="lnek"/>
        <w:spacing w:after="0"/>
      </w:pPr>
      <w:r>
        <w:t>I.</w:t>
      </w:r>
    </w:p>
    <w:p w14:paraId="7987EC62" w14:textId="77777777" w:rsidR="00BE2447" w:rsidRPr="0057421A" w:rsidRDefault="00BE2447" w:rsidP="00BE2447">
      <w:pPr>
        <w:pStyle w:val="lnek"/>
      </w:pPr>
      <w:r w:rsidRPr="0057421A">
        <w:t>Smluvní strany</w:t>
      </w:r>
    </w:p>
    <w:p w14:paraId="6E846618" w14:textId="77777777"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14:paraId="684D8F64" w14:textId="77777777"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14:paraId="0282E618"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14:paraId="72C1D65F"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14:paraId="1149E870"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14:paraId="5B66C6B6" w14:textId="2DE785A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A300CE">
        <w:rPr>
          <w:rFonts w:ascii="Calibri" w:hAnsi="Calibri"/>
          <w:sz w:val="22"/>
          <w:szCs w:val="22"/>
        </w:rPr>
        <w:t>19-420611/0100</w:t>
      </w:r>
    </w:p>
    <w:p w14:paraId="10E20C89" w14:textId="77777777"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14:paraId="4B07A422" w14:textId="77777777"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14:paraId="7F308750" w14:textId="77777777"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14:paraId="03C3F589" w14:textId="77777777"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14:paraId="0FAF4AC9"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14:paraId="52D4B578" w14:textId="77777777"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14:paraId="45429C21"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14:paraId="276C682B"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14:paraId="04E50CB8" w14:textId="77777777"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14:paraId="6225B32D"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14:paraId="5B57B85C" w14:textId="77777777" w:rsidR="00BE2447" w:rsidRPr="008D63DC" w:rsidRDefault="00BE2447" w:rsidP="00BE2447">
      <w:pPr>
        <w:rPr>
          <w:rFonts w:ascii="Calibri" w:hAnsi="Calibri"/>
          <w:sz w:val="22"/>
          <w:szCs w:val="22"/>
        </w:rPr>
      </w:pPr>
    </w:p>
    <w:p w14:paraId="4F489AA8" w14:textId="77777777" w:rsidR="00BE2447" w:rsidRDefault="00BE2447" w:rsidP="00BE2447">
      <w:pPr>
        <w:widowControl w:val="0"/>
        <w:jc w:val="both"/>
        <w:rPr>
          <w:b/>
          <w:iCs/>
          <w:sz w:val="22"/>
          <w:szCs w:val="22"/>
        </w:rPr>
      </w:pPr>
    </w:p>
    <w:p w14:paraId="2F61F4D3" w14:textId="77777777" w:rsidR="00781B12" w:rsidRDefault="00781B12" w:rsidP="00781B12">
      <w:pPr>
        <w:pStyle w:val="lnek"/>
        <w:spacing w:after="0"/>
      </w:pPr>
      <w:r>
        <w:t>II.</w:t>
      </w:r>
    </w:p>
    <w:p w14:paraId="5BFA1BAA" w14:textId="77777777" w:rsidR="00781B12" w:rsidRPr="0057421A" w:rsidRDefault="00781B12" w:rsidP="00781B12">
      <w:pPr>
        <w:pStyle w:val="lnek"/>
      </w:pPr>
      <w:r>
        <w:t>výchozí podklady a údaje</w:t>
      </w:r>
    </w:p>
    <w:p w14:paraId="250440DF" w14:textId="5F61B3D1"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0F18D8" w:rsidRPr="000E49E0">
        <w:rPr>
          <w:rFonts w:ascii="Calibri" w:hAnsi="Calibri" w:cs="Arial"/>
          <w:color w:val="auto"/>
        </w:rPr>
        <w:t>Přístavba hasičské zbrojnice Černovír</w:t>
      </w:r>
      <w:r w:rsidR="00E52341">
        <w:t>“ a přijmutí této nabídky objednatelem.</w:t>
      </w:r>
    </w:p>
    <w:p w14:paraId="2F396502" w14:textId="77777777" w:rsidR="00E52341" w:rsidRDefault="00E52341" w:rsidP="00FF3CFD">
      <w:pPr>
        <w:pStyle w:val="Bod1"/>
      </w:pPr>
    </w:p>
    <w:p w14:paraId="47E4C7D5" w14:textId="77777777" w:rsidR="00882E39" w:rsidRDefault="00ED7C84" w:rsidP="00FF3CFD">
      <w:pPr>
        <w:pStyle w:val="Bod1"/>
      </w:pPr>
      <w:r w:rsidRPr="00FF3CFD">
        <w:t>2.2</w:t>
      </w:r>
      <w:r>
        <w:tab/>
      </w:r>
      <w:r w:rsidR="00590E66">
        <w:t>Výchozí údaje:</w:t>
      </w:r>
    </w:p>
    <w:p w14:paraId="2ED30282" w14:textId="77777777" w:rsidR="00376854" w:rsidRPr="00465AA5" w:rsidRDefault="00376854" w:rsidP="00673C1D">
      <w:pPr>
        <w:widowControl w:val="0"/>
        <w:jc w:val="both"/>
        <w:rPr>
          <w:iCs/>
          <w:sz w:val="6"/>
          <w:szCs w:val="6"/>
        </w:rPr>
      </w:pPr>
    </w:p>
    <w:p w14:paraId="7013FDAE" w14:textId="278FB9D2" w:rsidR="00882E39" w:rsidRPr="000F18D8" w:rsidRDefault="00996801" w:rsidP="00E52341">
      <w:pPr>
        <w:pStyle w:val="Bod2"/>
        <w:ind w:left="1560" w:hanging="993"/>
        <w:rPr>
          <w:color w:val="auto"/>
        </w:rPr>
      </w:pPr>
      <w:r w:rsidRPr="0095431C">
        <w:t>Název</w:t>
      </w:r>
      <w:r w:rsidR="00882E39" w:rsidRPr="0095431C">
        <w:t>:</w:t>
      </w:r>
      <w:r w:rsidR="0095431C" w:rsidRPr="0095431C">
        <w:tab/>
      </w:r>
      <w:r w:rsidR="000F18D8" w:rsidRPr="000F18D8">
        <w:rPr>
          <w:rFonts w:ascii="Calibri" w:hAnsi="Calibri" w:cs="Arial"/>
          <w:color w:val="auto"/>
        </w:rPr>
        <w:t>Přístavba hasičské zbrojnice Černovír</w:t>
      </w:r>
    </w:p>
    <w:p w14:paraId="49F7EEDA" w14:textId="456A8CB1" w:rsidR="005F6119" w:rsidRPr="000F18D8" w:rsidRDefault="00996801" w:rsidP="00E52341">
      <w:pPr>
        <w:pStyle w:val="Bod2"/>
        <w:ind w:left="1560" w:hanging="993"/>
        <w:rPr>
          <w:color w:val="auto"/>
        </w:rPr>
      </w:pPr>
      <w:r w:rsidRPr="000F18D8">
        <w:rPr>
          <w:color w:val="auto"/>
        </w:rPr>
        <w:t>Místo</w:t>
      </w:r>
      <w:r w:rsidR="00882E39" w:rsidRPr="000F18D8">
        <w:rPr>
          <w:color w:val="auto"/>
        </w:rPr>
        <w:t>:</w:t>
      </w:r>
      <w:r w:rsidR="0095431C" w:rsidRPr="000F18D8">
        <w:rPr>
          <w:color w:val="auto"/>
        </w:rPr>
        <w:tab/>
      </w:r>
      <w:r w:rsidR="000F18D8" w:rsidRPr="000F18D8">
        <w:rPr>
          <w:color w:val="auto"/>
        </w:rPr>
        <w:t>Černovír</w:t>
      </w:r>
    </w:p>
    <w:p w14:paraId="4792F7BD" w14:textId="77777777" w:rsidR="00882E39" w:rsidRPr="0095431C" w:rsidRDefault="005F6119" w:rsidP="00E52341">
      <w:pPr>
        <w:pStyle w:val="Bod2"/>
        <w:ind w:left="1560" w:hanging="993"/>
      </w:pPr>
      <w:r w:rsidRPr="000F18D8">
        <w:rPr>
          <w:color w:val="auto"/>
        </w:rPr>
        <w:t>Investor:</w:t>
      </w:r>
      <w:r w:rsidR="0095431C" w:rsidRPr="000F18D8">
        <w:rPr>
          <w:color w:val="auto"/>
        </w:rPr>
        <w:tab/>
      </w:r>
      <w:r w:rsidR="00882E39" w:rsidRPr="000F18D8">
        <w:rPr>
          <w:color w:val="auto"/>
        </w:rPr>
        <w:t xml:space="preserve">Město Ústí </w:t>
      </w:r>
      <w:r w:rsidR="00882E39" w:rsidRPr="0095431C">
        <w:t>nad Orlicí</w:t>
      </w:r>
      <w:r w:rsidR="00882E39" w:rsidRPr="0095431C">
        <w:tab/>
      </w:r>
    </w:p>
    <w:p w14:paraId="6C36DFA1" w14:textId="77777777" w:rsidR="00882E39" w:rsidRDefault="00882E39" w:rsidP="00673C1D">
      <w:pPr>
        <w:widowControl w:val="0"/>
        <w:rPr>
          <w:rFonts w:asciiTheme="minorHAnsi" w:hAnsiTheme="minorHAnsi"/>
          <w:iCs/>
          <w:sz w:val="22"/>
          <w:szCs w:val="22"/>
        </w:rPr>
      </w:pPr>
    </w:p>
    <w:p w14:paraId="102E18C1" w14:textId="77777777" w:rsidR="00C1048B" w:rsidRDefault="00C1048B" w:rsidP="00673C1D">
      <w:pPr>
        <w:widowControl w:val="0"/>
        <w:rPr>
          <w:rFonts w:asciiTheme="minorHAnsi" w:hAnsiTheme="minorHAnsi"/>
          <w:iCs/>
          <w:sz w:val="22"/>
          <w:szCs w:val="22"/>
        </w:rPr>
      </w:pPr>
    </w:p>
    <w:p w14:paraId="537861EE" w14:textId="77777777" w:rsidR="00C1048B" w:rsidRDefault="00C1048B" w:rsidP="00C1048B">
      <w:pPr>
        <w:pStyle w:val="lnek"/>
        <w:spacing w:after="0"/>
      </w:pPr>
      <w:r>
        <w:t>III.</w:t>
      </w:r>
    </w:p>
    <w:p w14:paraId="4C51BBAE" w14:textId="77777777" w:rsidR="00C1048B" w:rsidRPr="0057421A" w:rsidRDefault="00C1048B" w:rsidP="00C1048B">
      <w:pPr>
        <w:pStyle w:val="lnek"/>
      </w:pPr>
      <w:r>
        <w:t>předmět smlouvy</w:t>
      </w:r>
    </w:p>
    <w:p w14:paraId="7699E257" w14:textId="69158E66" w:rsidR="00882E39" w:rsidRDefault="00882E39" w:rsidP="000742BE">
      <w:pPr>
        <w:pStyle w:val="Bod1"/>
      </w:pPr>
      <w:r w:rsidRPr="00C1048B">
        <w:t>3.1</w:t>
      </w:r>
      <w:r w:rsidRPr="0095431C">
        <w:tab/>
      </w:r>
      <w:r w:rsidR="00B34247">
        <w:t>Předmětem této smlouvy je provedení akce „</w:t>
      </w:r>
      <w:r w:rsidR="000F18D8" w:rsidRPr="000F18D8">
        <w:t>Přístavba hasičské zbrojnice Černovír</w:t>
      </w:r>
      <w:r w:rsidR="00B34247">
        <w:t xml:space="preserve">“. Jedná se o </w:t>
      </w:r>
      <w:r w:rsidR="000F18D8" w:rsidRPr="000F18D8">
        <w:t>přístavbu</w:t>
      </w:r>
      <w:r w:rsidR="000F18D8">
        <w:t xml:space="preserve"> </w:t>
      </w:r>
      <w:r w:rsidR="000F18D8" w:rsidRPr="000F18D8">
        <w:t xml:space="preserve">hasičské zbrojnice Černovír. V rámci té vznikne nové sociální zázemí, sklad, dílna, školící místnost, kancelář a věž na sušení hadic. </w:t>
      </w:r>
      <w:r w:rsidR="00993011" w:rsidRPr="00993011">
        <w:t>Rozsah prací je specifikován projektovou dokumentací a výkazem výměr vypracovaných</w:t>
      </w:r>
      <w:r w:rsidR="00993011">
        <w:t xml:space="preserve"> </w:t>
      </w:r>
      <w:r w:rsidR="000F18D8" w:rsidRPr="000F18D8">
        <w:t>projekční kanceláří STAVBY  BEZ  BARIÉR, s.r.o., Tkalcovská 110, 560 02 Česká Třebová, Martin Kapoun</w:t>
      </w:r>
      <w:r w:rsidR="00993011">
        <w:t>.</w:t>
      </w:r>
    </w:p>
    <w:p w14:paraId="7B04C33A" w14:textId="77777777" w:rsidR="001F11CD" w:rsidRDefault="001F11CD" w:rsidP="000742BE">
      <w:pPr>
        <w:pStyle w:val="Bod1"/>
      </w:pPr>
    </w:p>
    <w:p w14:paraId="088D2589" w14:textId="77777777" w:rsidR="00B34247" w:rsidRPr="0095431C" w:rsidRDefault="00B34247" w:rsidP="00B34247">
      <w:pPr>
        <w:pStyle w:val="Bod1"/>
        <w:rPr>
          <w:iCs w:val="0"/>
        </w:rPr>
      </w:pPr>
    </w:p>
    <w:p w14:paraId="29E5AB0C" w14:textId="77777777" w:rsidR="00C9359F" w:rsidRPr="0095431C" w:rsidRDefault="00376854" w:rsidP="00C1048B">
      <w:pPr>
        <w:pStyle w:val="Bod1"/>
      </w:pPr>
      <w:r w:rsidRPr="00C1048B">
        <w:lastRenderedPageBreak/>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14:paraId="6ADFC0A0" w14:textId="77777777" w:rsidR="00B57092" w:rsidRDefault="00B57092" w:rsidP="00673C1D">
      <w:pPr>
        <w:widowControl w:val="0"/>
        <w:autoSpaceDE w:val="0"/>
        <w:autoSpaceDN w:val="0"/>
        <w:adjustRightInd w:val="0"/>
        <w:rPr>
          <w:rFonts w:asciiTheme="minorHAnsi" w:hAnsiTheme="minorHAnsi"/>
          <w:iCs/>
          <w:sz w:val="22"/>
          <w:szCs w:val="22"/>
        </w:rPr>
      </w:pPr>
    </w:p>
    <w:p w14:paraId="24EDAF17" w14:textId="77777777" w:rsidR="00C1048B" w:rsidRDefault="00C1048B" w:rsidP="00673C1D">
      <w:pPr>
        <w:widowControl w:val="0"/>
        <w:autoSpaceDE w:val="0"/>
        <w:autoSpaceDN w:val="0"/>
        <w:adjustRightInd w:val="0"/>
        <w:rPr>
          <w:rFonts w:asciiTheme="minorHAnsi" w:hAnsiTheme="minorHAnsi"/>
          <w:iCs/>
          <w:sz w:val="22"/>
          <w:szCs w:val="22"/>
        </w:rPr>
      </w:pPr>
    </w:p>
    <w:p w14:paraId="4D62CDA9" w14:textId="77777777" w:rsidR="00C1048B" w:rsidRDefault="00C1048B" w:rsidP="00C1048B">
      <w:pPr>
        <w:pStyle w:val="lnek"/>
        <w:spacing w:after="0"/>
      </w:pPr>
      <w:r>
        <w:t>IV.</w:t>
      </w:r>
    </w:p>
    <w:p w14:paraId="6278B119" w14:textId="77777777" w:rsidR="00C1048B" w:rsidRPr="0057421A" w:rsidRDefault="00C1048B" w:rsidP="00C1048B">
      <w:pPr>
        <w:pStyle w:val="lnek"/>
      </w:pPr>
      <w:r>
        <w:t>doba plnění</w:t>
      </w:r>
    </w:p>
    <w:p w14:paraId="4B2EEAB7" w14:textId="77777777"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14:paraId="61EF5821" w14:textId="77777777" w:rsidR="00882E39" w:rsidRPr="00365C6B" w:rsidRDefault="00882E39" w:rsidP="00365C6B">
      <w:pPr>
        <w:widowControl w:val="0"/>
        <w:jc w:val="both"/>
        <w:rPr>
          <w:rFonts w:asciiTheme="minorHAnsi" w:hAnsiTheme="minorHAnsi"/>
          <w:iCs/>
          <w:sz w:val="6"/>
          <w:szCs w:val="6"/>
        </w:rPr>
      </w:pPr>
    </w:p>
    <w:p w14:paraId="3614C82D" w14:textId="305EEBBD" w:rsidR="00DF79AD" w:rsidRPr="000F18D8"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r w:rsidR="00866C84">
        <w:rPr>
          <w:rFonts w:asciiTheme="minorHAnsi" w:hAnsiTheme="minorHAnsi"/>
          <w:iCs/>
          <w:sz w:val="22"/>
          <w:szCs w:val="22"/>
        </w:rPr>
        <w:t>1.3.2022</w:t>
      </w:r>
    </w:p>
    <w:p w14:paraId="5650262F" w14:textId="4DD801B5" w:rsidR="00996801" w:rsidRPr="000F18D8" w:rsidRDefault="00DF79AD" w:rsidP="00E52341">
      <w:pPr>
        <w:widowControl w:val="0"/>
        <w:tabs>
          <w:tab w:val="left" w:pos="3969"/>
          <w:tab w:val="left" w:pos="7797"/>
        </w:tabs>
        <w:ind w:left="2552" w:hanging="1985"/>
        <w:jc w:val="both"/>
        <w:rPr>
          <w:rFonts w:asciiTheme="minorHAnsi" w:hAnsiTheme="minorHAnsi"/>
          <w:iCs/>
          <w:sz w:val="22"/>
          <w:szCs w:val="22"/>
        </w:rPr>
      </w:pPr>
      <w:r w:rsidRPr="000F18D8">
        <w:rPr>
          <w:rFonts w:asciiTheme="minorHAnsi" w:hAnsiTheme="minorHAnsi"/>
          <w:iCs/>
          <w:sz w:val="22"/>
          <w:szCs w:val="22"/>
        </w:rPr>
        <w:t>Ukončení prací</w:t>
      </w:r>
      <w:r w:rsidR="002C75E8" w:rsidRPr="000F18D8">
        <w:rPr>
          <w:rFonts w:asciiTheme="minorHAnsi" w:hAnsiTheme="minorHAnsi"/>
          <w:iCs/>
          <w:sz w:val="22"/>
          <w:szCs w:val="22"/>
        </w:rPr>
        <w:t xml:space="preserve"> do:</w:t>
      </w:r>
      <w:r w:rsidR="00E52341" w:rsidRPr="000F18D8">
        <w:rPr>
          <w:rFonts w:asciiTheme="minorHAnsi" w:hAnsiTheme="minorHAnsi"/>
          <w:iCs/>
          <w:sz w:val="22"/>
          <w:szCs w:val="22"/>
        </w:rPr>
        <w:tab/>
      </w:r>
      <w:r w:rsidR="00866C84" w:rsidRPr="00866C84">
        <w:rPr>
          <w:rFonts w:asciiTheme="minorHAnsi" w:hAnsiTheme="minorHAnsi"/>
          <w:iCs/>
          <w:sz w:val="22"/>
          <w:szCs w:val="22"/>
        </w:rPr>
        <w:t>31.10.2022</w:t>
      </w:r>
    </w:p>
    <w:p w14:paraId="5BD5CFFC" w14:textId="77777777"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14:paraId="3498DA81" w14:textId="77777777"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14:paraId="6703462D" w14:textId="77777777" w:rsidR="001437EF" w:rsidRPr="00C1048B" w:rsidRDefault="001437EF" w:rsidP="00673C1D">
      <w:pPr>
        <w:pStyle w:val="Zkladntext"/>
        <w:ind w:left="709" w:hanging="709"/>
        <w:jc w:val="both"/>
        <w:rPr>
          <w:rFonts w:asciiTheme="minorHAnsi" w:hAnsiTheme="minorHAnsi"/>
          <w:b w:val="0"/>
          <w:i w:val="0"/>
          <w:iCs/>
          <w:sz w:val="22"/>
          <w:szCs w:val="22"/>
          <w:u w:val="none"/>
        </w:rPr>
      </w:pPr>
    </w:p>
    <w:p w14:paraId="03A818D9" w14:textId="77777777"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14:paraId="62CDF0E8" w14:textId="77777777" w:rsidR="00A3734B" w:rsidRPr="00C1048B" w:rsidRDefault="00A3734B" w:rsidP="00673C1D">
      <w:pPr>
        <w:pStyle w:val="Zkladntext"/>
        <w:ind w:left="709" w:hanging="709"/>
        <w:jc w:val="both"/>
        <w:rPr>
          <w:rFonts w:asciiTheme="minorHAnsi" w:hAnsiTheme="minorHAnsi"/>
          <w:b w:val="0"/>
          <w:i w:val="0"/>
          <w:sz w:val="22"/>
          <w:szCs w:val="22"/>
          <w:u w:val="none"/>
        </w:rPr>
      </w:pPr>
    </w:p>
    <w:p w14:paraId="119FD757" w14:textId="77777777"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14:paraId="3C14DD07" w14:textId="77777777" w:rsidR="00882E39" w:rsidRDefault="00882E39" w:rsidP="00673C1D">
      <w:pPr>
        <w:widowControl w:val="0"/>
        <w:jc w:val="both"/>
        <w:rPr>
          <w:rFonts w:asciiTheme="minorHAnsi" w:hAnsiTheme="minorHAnsi"/>
          <w:b/>
          <w:iCs/>
          <w:sz w:val="22"/>
          <w:szCs w:val="22"/>
        </w:rPr>
      </w:pPr>
    </w:p>
    <w:p w14:paraId="077026C5" w14:textId="77777777" w:rsidR="00E52341" w:rsidRDefault="00E52341" w:rsidP="00673C1D">
      <w:pPr>
        <w:widowControl w:val="0"/>
        <w:jc w:val="both"/>
        <w:rPr>
          <w:rFonts w:asciiTheme="minorHAnsi" w:hAnsiTheme="minorHAnsi"/>
          <w:b/>
          <w:iCs/>
          <w:sz w:val="22"/>
          <w:szCs w:val="22"/>
        </w:rPr>
      </w:pPr>
    </w:p>
    <w:p w14:paraId="748C0325" w14:textId="77777777" w:rsidR="00E52341" w:rsidRDefault="00E52341" w:rsidP="00E52341">
      <w:pPr>
        <w:pStyle w:val="lnek"/>
        <w:spacing w:after="0"/>
      </w:pPr>
      <w:r>
        <w:t>V.</w:t>
      </w:r>
    </w:p>
    <w:p w14:paraId="3A618965" w14:textId="77777777" w:rsidR="00E52341" w:rsidRPr="0057421A" w:rsidRDefault="00E52341" w:rsidP="00E52341">
      <w:pPr>
        <w:pStyle w:val="lnek"/>
      </w:pPr>
      <w:r>
        <w:t>cena</w:t>
      </w:r>
    </w:p>
    <w:p w14:paraId="4AE0B158" w14:textId="77777777"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14:paraId="29006C04" w14:textId="77777777" w:rsidR="00CA6851" w:rsidRPr="00C1048B" w:rsidRDefault="00CA6851" w:rsidP="00673C1D">
      <w:pPr>
        <w:widowControl w:val="0"/>
        <w:ind w:left="705" w:hanging="705"/>
        <w:jc w:val="both"/>
        <w:rPr>
          <w:rFonts w:asciiTheme="minorHAnsi" w:hAnsiTheme="minorHAnsi"/>
          <w:iCs/>
          <w:sz w:val="22"/>
          <w:szCs w:val="22"/>
        </w:rPr>
      </w:pPr>
    </w:p>
    <w:p w14:paraId="103C9046" w14:textId="77777777"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14:paraId="7E779775" w14:textId="77777777"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14:paraId="4CFA4F07" w14:textId="77777777" w:rsidR="00584DCE" w:rsidRPr="00C1048B" w:rsidRDefault="00584DCE" w:rsidP="00673C1D">
      <w:pPr>
        <w:widowControl w:val="0"/>
        <w:autoSpaceDE w:val="0"/>
        <w:autoSpaceDN w:val="0"/>
        <w:adjustRightInd w:val="0"/>
        <w:jc w:val="center"/>
        <w:rPr>
          <w:rFonts w:asciiTheme="minorHAnsi" w:hAnsiTheme="minorHAnsi"/>
          <w:iCs/>
          <w:sz w:val="22"/>
          <w:szCs w:val="22"/>
        </w:rPr>
      </w:pPr>
    </w:p>
    <w:p w14:paraId="39B68C32" w14:textId="77777777" w:rsidR="00584DCE" w:rsidRPr="00C1048B" w:rsidRDefault="00584DCE" w:rsidP="00567849">
      <w:pPr>
        <w:pStyle w:val="Bod1"/>
      </w:pPr>
      <w:r w:rsidRPr="00C1048B">
        <w:t>5.2</w:t>
      </w:r>
      <w:r w:rsidRPr="00C1048B">
        <w:tab/>
        <w:t>Rekapitulace ceny:</w:t>
      </w:r>
    </w:p>
    <w:p w14:paraId="2B2D2D09" w14:textId="77777777" w:rsidR="00584DCE" w:rsidRPr="00365C6B" w:rsidRDefault="00584DCE" w:rsidP="00673C1D">
      <w:pPr>
        <w:widowControl w:val="0"/>
        <w:autoSpaceDE w:val="0"/>
        <w:autoSpaceDN w:val="0"/>
        <w:adjustRightInd w:val="0"/>
        <w:rPr>
          <w:rFonts w:asciiTheme="minorHAnsi" w:hAnsiTheme="minorHAnsi"/>
          <w:iCs/>
          <w:sz w:val="6"/>
          <w:szCs w:val="6"/>
        </w:rPr>
      </w:pPr>
    </w:p>
    <w:p w14:paraId="54ED87A1" w14:textId="77777777" w:rsidR="00584DCE" w:rsidRPr="00C1048B"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 xml:space="preserve">,- </w:t>
      </w:r>
      <w:r w:rsidRPr="00C1048B">
        <w:rPr>
          <w:rFonts w:asciiTheme="minorHAnsi" w:hAnsiTheme="minorHAnsi"/>
          <w:iCs/>
          <w:sz w:val="22"/>
          <w:szCs w:val="22"/>
        </w:rPr>
        <w:t>Kč</w:t>
      </w:r>
    </w:p>
    <w:p w14:paraId="37791DFB" w14:textId="77777777" w:rsidR="00584DCE" w:rsidRPr="00C1048B"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w:t>
      </w:r>
      <w:r w:rsidR="00E926DF" w:rsidRPr="00C1048B">
        <w:rPr>
          <w:rFonts w:asciiTheme="minorHAnsi" w:hAnsiTheme="minorHAnsi"/>
          <w:iCs/>
          <w:sz w:val="22"/>
          <w:szCs w:val="22"/>
        </w:rPr>
        <w:t>1</w:t>
      </w:r>
      <w:r w:rsidRPr="00C1048B">
        <w:rPr>
          <w:rFonts w:asciiTheme="minorHAnsi" w:hAnsiTheme="minorHAnsi"/>
          <w:iCs/>
          <w:sz w:val="22"/>
          <w:szCs w:val="22"/>
        </w:rPr>
        <w:t xml:space="preserve"> %</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w:t>
      </w:r>
      <w:r w:rsidRPr="00C1048B">
        <w:rPr>
          <w:rFonts w:asciiTheme="minorHAnsi" w:hAnsiTheme="minorHAnsi"/>
          <w:iCs/>
          <w:sz w:val="22"/>
          <w:szCs w:val="22"/>
        </w:rPr>
        <w:t xml:space="preserve"> Kč</w:t>
      </w:r>
    </w:p>
    <w:p w14:paraId="3C7FEEA4" w14:textId="77777777" w:rsidR="00584DCE" w:rsidRPr="00C1048B"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14:paraId="12F2D5DC" w14:textId="77777777" w:rsidR="00875826" w:rsidRPr="00C1048B" w:rsidRDefault="00875826" w:rsidP="00875826">
      <w:pPr>
        <w:widowControl w:val="0"/>
        <w:autoSpaceDE w:val="0"/>
        <w:autoSpaceDN w:val="0"/>
        <w:adjustRightInd w:val="0"/>
        <w:jc w:val="both"/>
        <w:rPr>
          <w:rFonts w:asciiTheme="minorHAnsi" w:hAnsiTheme="minorHAnsi"/>
          <w:iCs/>
          <w:sz w:val="22"/>
          <w:szCs w:val="22"/>
        </w:rPr>
      </w:pPr>
    </w:p>
    <w:p w14:paraId="090308F4" w14:textId="77777777" w:rsidR="00875826" w:rsidRPr="000F18D8" w:rsidRDefault="00512B2D" w:rsidP="00567849">
      <w:pPr>
        <w:pStyle w:val="Bod1"/>
        <w:rPr>
          <w:color w:val="auto"/>
        </w:rPr>
      </w:pPr>
      <w:r w:rsidRPr="00C1048B">
        <w:t>5.3</w:t>
      </w:r>
      <w:r w:rsidRPr="00C1048B">
        <w:tab/>
      </w:r>
      <w:r w:rsidR="00875826" w:rsidRPr="00C1048B">
        <w:t xml:space="preserve">Vzhledem k tomu, že smluvené </w:t>
      </w:r>
      <w:r w:rsidR="00875826" w:rsidRPr="000F18D8">
        <w:rPr>
          <w:color w:val="auto"/>
        </w:rPr>
        <w:t>práce nepodléhají přenesení daňové povinnosti u stavebních prací podle § 92e zákona č. 235/2004 Sb., o dani z přidané hodnoty, ve znění pozdějších předpisů, bude k uvedené ceně připočítána DPH v zákonné výši.</w:t>
      </w:r>
    </w:p>
    <w:p w14:paraId="547B3CAD" w14:textId="77777777" w:rsidR="00875826" w:rsidRPr="000F18D8" w:rsidRDefault="00875826" w:rsidP="00875826">
      <w:pPr>
        <w:widowControl w:val="0"/>
        <w:autoSpaceDE w:val="0"/>
        <w:autoSpaceDN w:val="0"/>
        <w:adjustRightInd w:val="0"/>
        <w:ind w:left="709" w:hanging="709"/>
        <w:jc w:val="both"/>
        <w:rPr>
          <w:rFonts w:asciiTheme="minorHAnsi" w:hAnsiTheme="minorHAnsi"/>
          <w:sz w:val="22"/>
          <w:szCs w:val="22"/>
        </w:rPr>
      </w:pPr>
    </w:p>
    <w:p w14:paraId="16D38FFE" w14:textId="77777777"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14:paraId="4D47C044" w14:textId="77777777" w:rsidR="00882E39" w:rsidRDefault="00882E39" w:rsidP="00673C1D">
      <w:pPr>
        <w:widowControl w:val="0"/>
        <w:jc w:val="both"/>
        <w:rPr>
          <w:rFonts w:asciiTheme="minorHAnsi" w:hAnsiTheme="minorHAnsi"/>
          <w:b/>
          <w:iCs/>
          <w:sz w:val="22"/>
          <w:szCs w:val="22"/>
        </w:rPr>
      </w:pPr>
    </w:p>
    <w:p w14:paraId="54A7C4FF" w14:textId="77777777" w:rsidR="00F12949" w:rsidRDefault="00F12949" w:rsidP="00673C1D">
      <w:pPr>
        <w:widowControl w:val="0"/>
        <w:jc w:val="both"/>
        <w:rPr>
          <w:rFonts w:asciiTheme="minorHAnsi" w:hAnsiTheme="minorHAnsi"/>
          <w:b/>
          <w:iCs/>
          <w:sz w:val="22"/>
          <w:szCs w:val="22"/>
        </w:rPr>
      </w:pPr>
    </w:p>
    <w:p w14:paraId="433D51BD" w14:textId="77777777"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14:paraId="2275971B" w14:textId="77777777"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14:paraId="14329950" w14:textId="77777777"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14:paraId="743055DF" w14:textId="77777777" w:rsidR="00397F23" w:rsidRPr="00C1048B" w:rsidRDefault="00397F23" w:rsidP="00673C1D">
      <w:pPr>
        <w:widowControl w:val="0"/>
        <w:jc w:val="both"/>
        <w:rPr>
          <w:rFonts w:asciiTheme="minorHAnsi" w:hAnsiTheme="minorHAnsi"/>
          <w:iCs/>
          <w:sz w:val="22"/>
          <w:szCs w:val="22"/>
        </w:rPr>
      </w:pPr>
    </w:p>
    <w:p w14:paraId="7D5B349C" w14:textId="77777777" w:rsidR="00397F23" w:rsidRPr="00C1048B" w:rsidRDefault="008F4F4B" w:rsidP="00F12949">
      <w:pPr>
        <w:pStyle w:val="Bod1"/>
      </w:pPr>
      <w:r w:rsidRPr="00C1048B">
        <w:lastRenderedPageBreak/>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14:paraId="2EFE3464" w14:textId="77777777" w:rsidR="00882E39" w:rsidRPr="00C1048B" w:rsidRDefault="00882E39" w:rsidP="00673C1D">
      <w:pPr>
        <w:pStyle w:val="Zkladntext3"/>
        <w:tabs>
          <w:tab w:val="clear" w:pos="284"/>
        </w:tabs>
        <w:rPr>
          <w:rFonts w:asciiTheme="minorHAnsi" w:hAnsiTheme="minorHAnsi"/>
          <w:sz w:val="22"/>
          <w:szCs w:val="22"/>
        </w:rPr>
      </w:pPr>
    </w:p>
    <w:p w14:paraId="692CB392" w14:textId="77777777"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14:paraId="72F1E0AC" w14:textId="77777777" w:rsidR="00252C06" w:rsidRPr="00C1048B" w:rsidRDefault="00252C06" w:rsidP="00673C1D">
      <w:pPr>
        <w:pStyle w:val="Zkladntext3"/>
        <w:tabs>
          <w:tab w:val="clear" w:pos="284"/>
        </w:tabs>
        <w:ind w:left="705" w:hanging="705"/>
        <w:jc w:val="both"/>
        <w:rPr>
          <w:rFonts w:asciiTheme="minorHAnsi" w:hAnsiTheme="minorHAnsi"/>
          <w:sz w:val="22"/>
          <w:szCs w:val="22"/>
        </w:rPr>
      </w:pPr>
    </w:p>
    <w:p w14:paraId="44451142" w14:textId="77777777"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14:paraId="28B3E4AC" w14:textId="77777777"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14:paraId="18587035" w14:textId="77777777"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14:paraId="13D54CF1" w14:textId="77777777" w:rsidR="00882E39" w:rsidRPr="00FB1BA9"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w:t>
      </w:r>
      <w:r w:rsidR="00376854" w:rsidRPr="00FB1BA9">
        <w:rPr>
          <w:rFonts w:asciiTheme="minorHAnsi" w:hAnsiTheme="minorHAnsi"/>
          <w:iCs/>
          <w:sz w:val="22"/>
          <w:szCs w:val="22"/>
        </w:rPr>
        <w:t>slání a den splatnosti faktury</w:t>
      </w:r>
    </w:p>
    <w:p w14:paraId="78F5690D" w14:textId="77777777" w:rsidR="00882E39" w:rsidRPr="00FB1BA9" w:rsidRDefault="00882E39" w:rsidP="008B25D9">
      <w:pPr>
        <w:pStyle w:val="Zkladntext3"/>
        <w:numPr>
          <w:ilvl w:val="0"/>
          <w:numId w:val="17"/>
        </w:numPr>
        <w:tabs>
          <w:tab w:val="clear" w:pos="284"/>
        </w:tabs>
        <w:rPr>
          <w:rFonts w:asciiTheme="minorHAnsi" w:hAnsiTheme="minorHAnsi"/>
          <w:iCs/>
          <w:sz w:val="22"/>
          <w:szCs w:val="22"/>
        </w:rPr>
      </w:pPr>
      <w:r w:rsidRPr="00FB1BA9">
        <w:rPr>
          <w:rFonts w:asciiTheme="minorHAnsi" w:hAnsiTheme="minorHAnsi"/>
          <w:iCs/>
          <w:sz w:val="22"/>
          <w:szCs w:val="22"/>
        </w:rPr>
        <w:t>označen</w:t>
      </w:r>
      <w:r w:rsidR="00376854" w:rsidRPr="00FB1BA9">
        <w:rPr>
          <w:rFonts w:asciiTheme="minorHAnsi" w:hAnsiTheme="minorHAnsi"/>
          <w:iCs/>
          <w:sz w:val="22"/>
          <w:szCs w:val="22"/>
        </w:rPr>
        <w:t>í peněžního ústavu a číslo účtu</w:t>
      </w:r>
    </w:p>
    <w:p w14:paraId="79CC1E11" w14:textId="77777777" w:rsidR="00882E39" w:rsidRPr="00FB1BA9" w:rsidRDefault="00376854" w:rsidP="008B25D9">
      <w:pPr>
        <w:pStyle w:val="Zkladntext3"/>
        <w:numPr>
          <w:ilvl w:val="0"/>
          <w:numId w:val="17"/>
        </w:numPr>
        <w:tabs>
          <w:tab w:val="clear" w:pos="284"/>
        </w:tabs>
        <w:rPr>
          <w:rFonts w:asciiTheme="minorHAnsi" w:hAnsiTheme="minorHAnsi"/>
          <w:iCs/>
          <w:sz w:val="22"/>
          <w:szCs w:val="22"/>
        </w:rPr>
      </w:pPr>
      <w:r w:rsidRPr="00FB1BA9">
        <w:rPr>
          <w:rFonts w:asciiTheme="minorHAnsi" w:hAnsiTheme="minorHAnsi"/>
          <w:iCs/>
          <w:sz w:val="22"/>
          <w:szCs w:val="22"/>
        </w:rPr>
        <w:t>fakturovanou sumu (včetně DPH)</w:t>
      </w:r>
    </w:p>
    <w:p w14:paraId="26AA663E" w14:textId="77777777" w:rsidR="00882E39" w:rsidRPr="00C1048B" w:rsidRDefault="00882E39" w:rsidP="00673C1D">
      <w:pPr>
        <w:pStyle w:val="Zkladntext3"/>
        <w:tabs>
          <w:tab w:val="clear" w:pos="284"/>
        </w:tabs>
        <w:rPr>
          <w:rFonts w:asciiTheme="minorHAnsi" w:hAnsiTheme="minorHAnsi"/>
          <w:sz w:val="22"/>
          <w:szCs w:val="22"/>
        </w:rPr>
      </w:pPr>
    </w:p>
    <w:p w14:paraId="722119EF" w14:textId="77777777"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14:paraId="7AECD59D" w14:textId="77777777" w:rsidR="00CA17D3" w:rsidRPr="00C1048B" w:rsidRDefault="00CA17D3" w:rsidP="00673C1D">
      <w:pPr>
        <w:widowControl w:val="0"/>
        <w:jc w:val="both"/>
        <w:rPr>
          <w:rFonts w:asciiTheme="minorHAnsi" w:hAnsiTheme="minorHAnsi"/>
          <w:sz w:val="22"/>
          <w:szCs w:val="22"/>
        </w:rPr>
      </w:pPr>
    </w:p>
    <w:p w14:paraId="6ACBE889" w14:textId="77777777"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14:paraId="2BA4BD64" w14:textId="77777777" w:rsidR="007E3E44" w:rsidRDefault="007E3E44" w:rsidP="007E3E44">
      <w:pPr>
        <w:pStyle w:val="Bod1"/>
      </w:pPr>
    </w:p>
    <w:p w14:paraId="6A027546" w14:textId="77777777" w:rsidR="007E3E44" w:rsidRDefault="007E3E44" w:rsidP="007E3E44">
      <w:pPr>
        <w:pStyle w:val="Bod1"/>
        <w:rPr>
          <w:rFonts w:ascii="Calibri" w:hAnsi="Calibri" w:cs="Calibri"/>
        </w:rPr>
      </w:pPr>
      <w:r>
        <w:t>6.6</w:t>
      </w:r>
      <w:r>
        <w:tab/>
      </w:r>
      <w:r>
        <w:rPr>
          <w:rFonts w:ascii="Calibri" w:hAnsi="Calibri" w:cs="Calibri"/>
        </w:rPr>
        <w:t>Nebude-li číslo smlouvy uvedeno na faktuře, nebude faktura uznána jako závazek.</w:t>
      </w:r>
    </w:p>
    <w:p w14:paraId="7B59F75C" w14:textId="77777777" w:rsidR="007E3E44" w:rsidRDefault="007E3E44" w:rsidP="007E3E44">
      <w:pPr>
        <w:pStyle w:val="Bod1"/>
        <w:rPr>
          <w:rFonts w:ascii="Calibri" w:hAnsi="Calibri" w:cs="Calibri"/>
        </w:rPr>
      </w:pPr>
    </w:p>
    <w:p w14:paraId="45738B11" w14:textId="77777777" w:rsidR="007E3E44" w:rsidRDefault="007E3E44" w:rsidP="007E3E44">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14:paraId="7CAAF4BF" w14:textId="77777777" w:rsidR="007E3E44" w:rsidRDefault="007E3E44" w:rsidP="007E3E44">
      <w:pPr>
        <w:pStyle w:val="Bod1"/>
        <w:rPr>
          <w:rFonts w:ascii="Calibri" w:hAnsi="Calibri" w:cs="Calibri"/>
        </w:rPr>
      </w:pPr>
    </w:p>
    <w:p w14:paraId="457C40F7" w14:textId="77777777" w:rsidR="007E3E44" w:rsidRDefault="007E3E44" w:rsidP="007E3E44">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14:paraId="4AD52E0E" w14:textId="77777777" w:rsidR="007E3E44" w:rsidRDefault="007E3E44" w:rsidP="007E3E44">
      <w:pPr>
        <w:pStyle w:val="Bod1"/>
        <w:rPr>
          <w:rFonts w:ascii="Calibri" w:hAnsi="Calibri" w:cs="Calibri"/>
        </w:rPr>
      </w:pPr>
    </w:p>
    <w:p w14:paraId="6F549F42" w14:textId="77777777" w:rsidR="007E3E44" w:rsidRPr="00C1048B" w:rsidRDefault="007E3E44" w:rsidP="007E3E44">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14:paraId="1C6E8E74" w14:textId="77777777" w:rsidR="000648E4" w:rsidRDefault="000648E4" w:rsidP="00673C1D">
      <w:pPr>
        <w:widowControl w:val="0"/>
        <w:jc w:val="both"/>
        <w:rPr>
          <w:rFonts w:asciiTheme="minorHAnsi" w:hAnsiTheme="minorHAnsi"/>
          <w:iCs/>
          <w:sz w:val="22"/>
          <w:szCs w:val="22"/>
        </w:rPr>
      </w:pPr>
    </w:p>
    <w:p w14:paraId="585BCC22" w14:textId="77777777" w:rsidR="008B25D9" w:rsidRDefault="008B25D9" w:rsidP="00673C1D">
      <w:pPr>
        <w:widowControl w:val="0"/>
        <w:jc w:val="both"/>
        <w:rPr>
          <w:rFonts w:asciiTheme="minorHAnsi" w:hAnsiTheme="minorHAnsi"/>
          <w:iCs/>
          <w:sz w:val="22"/>
          <w:szCs w:val="22"/>
        </w:rPr>
      </w:pPr>
    </w:p>
    <w:p w14:paraId="54B325F1" w14:textId="77777777"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14:paraId="77C37679" w14:textId="77777777"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14:paraId="20A4FDB0" w14:textId="77777777"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14:paraId="74A51AFB" w14:textId="77777777" w:rsidR="00882E39" w:rsidRPr="00C1048B" w:rsidRDefault="00882E39" w:rsidP="00673C1D">
      <w:pPr>
        <w:pStyle w:val="Zkladntext"/>
        <w:ind w:left="709" w:hanging="709"/>
        <w:jc w:val="both"/>
        <w:rPr>
          <w:rFonts w:asciiTheme="minorHAnsi" w:hAnsiTheme="minorHAnsi"/>
          <w:b w:val="0"/>
          <w:i w:val="0"/>
          <w:sz w:val="22"/>
          <w:szCs w:val="22"/>
          <w:u w:val="none"/>
        </w:rPr>
      </w:pPr>
    </w:p>
    <w:p w14:paraId="7D090B69" w14:textId="77777777"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14:paraId="5F07C1A4" w14:textId="77777777" w:rsidR="00882E39" w:rsidRPr="00C1048B" w:rsidRDefault="00882E39" w:rsidP="00673C1D">
      <w:pPr>
        <w:widowControl w:val="0"/>
        <w:ind w:left="705" w:hanging="705"/>
        <w:jc w:val="both"/>
        <w:rPr>
          <w:rFonts w:asciiTheme="minorHAnsi" w:hAnsiTheme="minorHAnsi"/>
          <w:iCs/>
          <w:sz w:val="22"/>
          <w:szCs w:val="22"/>
        </w:rPr>
      </w:pPr>
    </w:p>
    <w:p w14:paraId="479C8C37" w14:textId="77777777"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14:paraId="5BBBF970" w14:textId="77777777" w:rsidR="00882E39" w:rsidRPr="00C1048B" w:rsidRDefault="00882E39" w:rsidP="00673C1D">
      <w:pPr>
        <w:widowControl w:val="0"/>
        <w:ind w:left="705" w:hanging="705"/>
        <w:jc w:val="both"/>
        <w:rPr>
          <w:rFonts w:asciiTheme="minorHAnsi" w:hAnsiTheme="minorHAnsi"/>
          <w:iCs/>
          <w:sz w:val="22"/>
          <w:szCs w:val="22"/>
        </w:rPr>
      </w:pPr>
    </w:p>
    <w:p w14:paraId="555D2743" w14:textId="77777777"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 xml:space="preserve">týdne od uplatnění reklamace objednatelem a vady odstranit v co nejkratším technicky možném </w:t>
      </w:r>
      <w:r w:rsidR="00C21036" w:rsidRPr="00C1048B">
        <w:lastRenderedPageBreak/>
        <w:t>termínu.</w:t>
      </w:r>
    </w:p>
    <w:p w14:paraId="71B80C8E" w14:textId="77777777" w:rsidR="00882E39" w:rsidRPr="00C1048B" w:rsidRDefault="00882E39" w:rsidP="00673C1D">
      <w:pPr>
        <w:widowControl w:val="0"/>
        <w:jc w:val="both"/>
        <w:rPr>
          <w:rFonts w:asciiTheme="minorHAnsi" w:hAnsiTheme="minorHAnsi"/>
          <w:iCs/>
          <w:sz w:val="22"/>
          <w:szCs w:val="22"/>
        </w:rPr>
      </w:pPr>
    </w:p>
    <w:p w14:paraId="3CC68DE9" w14:textId="77777777"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14:paraId="283EF3E5" w14:textId="77777777" w:rsidR="00602563" w:rsidRPr="00C1048B" w:rsidRDefault="00602563" w:rsidP="00673C1D">
      <w:pPr>
        <w:widowControl w:val="0"/>
        <w:jc w:val="both"/>
        <w:rPr>
          <w:rFonts w:asciiTheme="minorHAnsi" w:hAnsiTheme="minorHAnsi"/>
          <w:iCs/>
          <w:sz w:val="22"/>
          <w:szCs w:val="22"/>
        </w:rPr>
      </w:pPr>
    </w:p>
    <w:p w14:paraId="121F6047" w14:textId="77777777"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14:paraId="58BD2D3A" w14:textId="77777777" w:rsidR="00152305" w:rsidRPr="00C1048B" w:rsidRDefault="00152305" w:rsidP="00C72E43">
      <w:pPr>
        <w:pStyle w:val="Bod1"/>
      </w:pPr>
    </w:p>
    <w:p w14:paraId="6C7CF511" w14:textId="77777777"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14:paraId="10D275B4" w14:textId="77777777"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14:paraId="74FA3CD9" w14:textId="77777777"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14:paraId="3EFD5575" w14:textId="77777777" w:rsidR="00882E39" w:rsidRPr="00C1048B" w:rsidRDefault="00882E39" w:rsidP="00673C1D">
      <w:pPr>
        <w:pStyle w:val="Zkladntext"/>
        <w:ind w:left="709" w:hanging="709"/>
        <w:jc w:val="both"/>
        <w:rPr>
          <w:rFonts w:asciiTheme="minorHAnsi" w:hAnsiTheme="minorHAnsi"/>
          <w:b w:val="0"/>
          <w:i w:val="0"/>
          <w:sz w:val="22"/>
          <w:szCs w:val="22"/>
          <w:u w:val="none"/>
        </w:rPr>
      </w:pPr>
    </w:p>
    <w:p w14:paraId="17C43077" w14:textId="77777777"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14:paraId="5C83F93B" w14:textId="77777777" w:rsidR="00882E39" w:rsidRPr="00C1048B" w:rsidRDefault="00882E39" w:rsidP="00673C1D">
      <w:pPr>
        <w:widowControl w:val="0"/>
        <w:jc w:val="both"/>
        <w:rPr>
          <w:rFonts w:asciiTheme="minorHAnsi" w:hAnsiTheme="minorHAnsi"/>
          <w:sz w:val="22"/>
          <w:szCs w:val="22"/>
        </w:rPr>
      </w:pPr>
    </w:p>
    <w:p w14:paraId="4DFD2885" w14:textId="77777777"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14:paraId="0408593A" w14:textId="77777777" w:rsidR="007364D7" w:rsidRPr="00C1048B" w:rsidRDefault="007364D7" w:rsidP="006343B1">
      <w:pPr>
        <w:widowControl w:val="0"/>
        <w:ind w:left="709" w:hanging="709"/>
        <w:jc w:val="both"/>
        <w:rPr>
          <w:rFonts w:asciiTheme="minorHAnsi" w:hAnsiTheme="minorHAnsi"/>
          <w:iCs/>
          <w:sz w:val="22"/>
          <w:szCs w:val="22"/>
        </w:rPr>
      </w:pPr>
    </w:p>
    <w:p w14:paraId="4F53B08E" w14:textId="77777777"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14:paraId="58A9110D" w14:textId="77777777" w:rsidR="006343B1" w:rsidRPr="00C1048B" w:rsidRDefault="006343B1" w:rsidP="006343B1">
      <w:pPr>
        <w:widowControl w:val="0"/>
        <w:ind w:left="709" w:hanging="709"/>
        <w:jc w:val="both"/>
        <w:rPr>
          <w:rFonts w:asciiTheme="minorHAnsi" w:hAnsiTheme="minorHAnsi"/>
          <w:iCs/>
          <w:sz w:val="22"/>
          <w:szCs w:val="22"/>
        </w:rPr>
      </w:pPr>
    </w:p>
    <w:p w14:paraId="68FFF4EA" w14:textId="77777777"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14:paraId="3E63A301" w14:textId="77777777" w:rsidR="007364D7" w:rsidRPr="00C1048B" w:rsidRDefault="007364D7" w:rsidP="006343B1">
      <w:pPr>
        <w:widowControl w:val="0"/>
        <w:ind w:left="709" w:hanging="709"/>
        <w:jc w:val="both"/>
        <w:rPr>
          <w:rFonts w:asciiTheme="minorHAnsi" w:hAnsiTheme="minorHAnsi"/>
          <w:iCs/>
          <w:sz w:val="22"/>
          <w:szCs w:val="22"/>
        </w:rPr>
      </w:pPr>
    </w:p>
    <w:p w14:paraId="0F7129B8" w14:textId="77777777"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14:paraId="035A2ED8" w14:textId="77777777" w:rsidR="006343B1" w:rsidRPr="00C1048B" w:rsidRDefault="006343B1" w:rsidP="006343B1">
      <w:pPr>
        <w:widowControl w:val="0"/>
        <w:ind w:left="709" w:hanging="709"/>
        <w:jc w:val="both"/>
        <w:rPr>
          <w:rFonts w:asciiTheme="minorHAnsi" w:hAnsiTheme="minorHAnsi"/>
          <w:iCs/>
          <w:sz w:val="22"/>
          <w:szCs w:val="22"/>
        </w:rPr>
      </w:pPr>
    </w:p>
    <w:p w14:paraId="35C3D462" w14:textId="77777777"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14:paraId="34B78B1E" w14:textId="77777777" w:rsidR="006343B1" w:rsidRPr="00C1048B" w:rsidRDefault="006343B1" w:rsidP="006343B1">
      <w:pPr>
        <w:widowControl w:val="0"/>
        <w:ind w:left="709" w:hanging="709"/>
        <w:jc w:val="both"/>
        <w:rPr>
          <w:rFonts w:asciiTheme="minorHAnsi" w:hAnsiTheme="minorHAnsi"/>
          <w:iCs/>
          <w:sz w:val="22"/>
          <w:szCs w:val="22"/>
        </w:rPr>
      </w:pPr>
    </w:p>
    <w:p w14:paraId="0060DDBC" w14:textId="77777777" w:rsidR="006343B1" w:rsidRPr="00C1048B" w:rsidRDefault="006343B1" w:rsidP="00C72E43">
      <w:pPr>
        <w:pStyle w:val="Bod1"/>
      </w:pPr>
      <w:r w:rsidRPr="00C1048B">
        <w:t>8.</w:t>
      </w:r>
      <w:r w:rsidR="00FF785F">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14:paraId="1F2734FD" w14:textId="77777777" w:rsidR="006343B1" w:rsidRPr="00C1048B" w:rsidRDefault="006343B1" w:rsidP="006343B1">
      <w:pPr>
        <w:widowControl w:val="0"/>
        <w:ind w:left="709" w:hanging="709"/>
        <w:jc w:val="both"/>
        <w:rPr>
          <w:rFonts w:asciiTheme="minorHAnsi" w:hAnsiTheme="minorHAnsi"/>
          <w:iCs/>
          <w:sz w:val="22"/>
          <w:szCs w:val="22"/>
        </w:rPr>
      </w:pPr>
    </w:p>
    <w:p w14:paraId="3E289086" w14:textId="77777777" w:rsidR="006343B1" w:rsidRPr="00C1048B" w:rsidRDefault="006343B1" w:rsidP="00C72E43">
      <w:pPr>
        <w:pStyle w:val="Bod1"/>
      </w:pPr>
      <w:r w:rsidRPr="00C1048B">
        <w:t>8.</w:t>
      </w:r>
      <w:r w:rsidR="00FF785F">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14:paraId="353D38E6" w14:textId="77777777" w:rsidR="006343B1" w:rsidRPr="00C1048B" w:rsidRDefault="006343B1" w:rsidP="006343B1">
      <w:pPr>
        <w:widowControl w:val="0"/>
        <w:ind w:left="709" w:hanging="709"/>
        <w:jc w:val="both"/>
        <w:rPr>
          <w:rFonts w:asciiTheme="minorHAnsi" w:hAnsiTheme="minorHAnsi"/>
          <w:iCs/>
          <w:sz w:val="22"/>
          <w:szCs w:val="22"/>
        </w:rPr>
      </w:pPr>
    </w:p>
    <w:p w14:paraId="08BCAFB1" w14:textId="77777777" w:rsidR="006343B1" w:rsidRPr="00C1048B" w:rsidRDefault="006343B1" w:rsidP="00C72E43">
      <w:pPr>
        <w:pStyle w:val="Bod1"/>
      </w:pPr>
      <w:r w:rsidRPr="00C1048B">
        <w:t>8.1</w:t>
      </w:r>
      <w:r w:rsidR="00FF785F">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w:t>
      </w:r>
      <w:r w:rsidRPr="00C1048B">
        <w:lastRenderedPageBreak/>
        <w:t>nedodělků.</w:t>
      </w:r>
    </w:p>
    <w:p w14:paraId="49ACCE80" w14:textId="77777777" w:rsidR="00330BA5" w:rsidRPr="00C1048B" w:rsidRDefault="00330BA5" w:rsidP="006343B1">
      <w:pPr>
        <w:widowControl w:val="0"/>
        <w:ind w:left="709" w:hanging="709"/>
        <w:jc w:val="both"/>
        <w:rPr>
          <w:rFonts w:asciiTheme="minorHAnsi" w:hAnsiTheme="minorHAnsi"/>
          <w:iCs/>
          <w:sz w:val="22"/>
          <w:szCs w:val="22"/>
        </w:rPr>
      </w:pPr>
    </w:p>
    <w:p w14:paraId="057ADCFF" w14:textId="77777777" w:rsidR="006343B1" w:rsidRPr="00C1048B" w:rsidRDefault="006343B1" w:rsidP="00C72E43">
      <w:pPr>
        <w:pStyle w:val="Bod1"/>
      </w:pPr>
      <w:r w:rsidRPr="00C1048B">
        <w:t>8.1</w:t>
      </w:r>
      <w:r w:rsidR="00FF785F">
        <w:t>1</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14:paraId="557CC39B" w14:textId="77777777" w:rsidR="006343B1" w:rsidRPr="00C1048B" w:rsidRDefault="006343B1" w:rsidP="006343B1">
      <w:pPr>
        <w:widowControl w:val="0"/>
        <w:ind w:left="709" w:hanging="709"/>
        <w:jc w:val="both"/>
        <w:rPr>
          <w:rFonts w:asciiTheme="minorHAnsi" w:hAnsiTheme="minorHAnsi"/>
          <w:iCs/>
          <w:sz w:val="22"/>
          <w:szCs w:val="22"/>
        </w:rPr>
      </w:pPr>
    </w:p>
    <w:p w14:paraId="2E68E827" w14:textId="77777777" w:rsidR="006343B1" w:rsidRPr="00C1048B" w:rsidRDefault="006343B1" w:rsidP="00C72E43">
      <w:pPr>
        <w:pStyle w:val="Bod1"/>
      </w:pPr>
      <w:r w:rsidRPr="00C1048B">
        <w:t>8.1</w:t>
      </w:r>
      <w:r w:rsidR="00FF785F">
        <w:t>2</w:t>
      </w:r>
      <w:r w:rsidRPr="00C1048B">
        <w:tab/>
        <w:t xml:space="preserve">Zápisy ve stavebním deníku se nepovažují za podklad ke změně </w:t>
      </w:r>
      <w:r w:rsidR="00A26E06" w:rsidRPr="00C1048B">
        <w:t xml:space="preserve">této </w:t>
      </w:r>
      <w:r w:rsidRPr="00C1048B">
        <w:t>smlouvy.</w:t>
      </w:r>
    </w:p>
    <w:p w14:paraId="099EE7A7" w14:textId="77777777" w:rsidR="006343B1" w:rsidRPr="00C1048B" w:rsidRDefault="006343B1" w:rsidP="006343B1">
      <w:pPr>
        <w:widowControl w:val="0"/>
        <w:ind w:left="709" w:hanging="709"/>
        <w:jc w:val="both"/>
        <w:rPr>
          <w:rFonts w:asciiTheme="minorHAnsi" w:hAnsiTheme="minorHAnsi"/>
          <w:iCs/>
          <w:sz w:val="22"/>
          <w:szCs w:val="22"/>
        </w:rPr>
      </w:pPr>
    </w:p>
    <w:p w14:paraId="3029B016" w14:textId="77777777" w:rsidR="006343B1" w:rsidRPr="00C1048B" w:rsidRDefault="006343B1" w:rsidP="00C72E43">
      <w:pPr>
        <w:pStyle w:val="Bod1"/>
      </w:pPr>
      <w:r w:rsidRPr="00C1048B">
        <w:t>8.1</w:t>
      </w:r>
      <w:r w:rsidR="00FF785F">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14:paraId="4A54FB3B" w14:textId="77777777" w:rsidR="006343B1" w:rsidRPr="00C1048B" w:rsidRDefault="006343B1" w:rsidP="006343B1">
      <w:pPr>
        <w:widowControl w:val="0"/>
        <w:ind w:left="709" w:hanging="709"/>
        <w:jc w:val="both"/>
        <w:rPr>
          <w:rFonts w:asciiTheme="minorHAnsi" w:hAnsiTheme="minorHAnsi"/>
          <w:iCs/>
          <w:sz w:val="22"/>
          <w:szCs w:val="22"/>
        </w:rPr>
      </w:pPr>
    </w:p>
    <w:p w14:paraId="3936EBF6" w14:textId="77777777" w:rsidR="006343B1" w:rsidRPr="00C1048B" w:rsidRDefault="006343B1" w:rsidP="00C72E43">
      <w:pPr>
        <w:pStyle w:val="Bod1"/>
        <w:rPr>
          <w:color w:val="000000"/>
        </w:rPr>
      </w:pPr>
      <w:r w:rsidRPr="00C1048B">
        <w:t>8.1</w:t>
      </w:r>
      <w:r w:rsidR="00FF785F">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14:paraId="0B071AEE" w14:textId="77777777" w:rsidR="006343B1" w:rsidRPr="00C1048B" w:rsidRDefault="006343B1" w:rsidP="006343B1">
      <w:pPr>
        <w:widowControl w:val="0"/>
        <w:ind w:left="709" w:hanging="709"/>
        <w:jc w:val="both"/>
        <w:rPr>
          <w:rFonts w:asciiTheme="minorHAnsi" w:hAnsiTheme="minorHAnsi"/>
          <w:color w:val="000000"/>
          <w:sz w:val="22"/>
          <w:szCs w:val="22"/>
        </w:rPr>
      </w:pPr>
    </w:p>
    <w:p w14:paraId="2AA0D8C8" w14:textId="77777777" w:rsidR="006343B1" w:rsidRPr="00C1048B" w:rsidRDefault="006343B1" w:rsidP="00C72E43">
      <w:pPr>
        <w:pStyle w:val="Bod1"/>
      </w:pPr>
      <w:r w:rsidRPr="00C1048B">
        <w:t>8.1</w:t>
      </w:r>
      <w:r w:rsidR="00FF785F">
        <w:t>5</w:t>
      </w:r>
      <w:r w:rsidRPr="00C1048B">
        <w:rPr>
          <w:color w:val="000000"/>
        </w:rPr>
        <w:tab/>
      </w:r>
      <w:r w:rsidRPr="00C1048B">
        <w:t>Vadou se rozumí odchylka v kvalitě, rozsahu a parametrech díla stanovených touto smlouvou a obecně závaznými technickými normami a právními předpisy.</w:t>
      </w:r>
    </w:p>
    <w:p w14:paraId="77A92C99" w14:textId="77777777" w:rsidR="00AE73A5" w:rsidRPr="00C1048B" w:rsidRDefault="00AE73A5" w:rsidP="006343B1">
      <w:pPr>
        <w:widowControl w:val="0"/>
        <w:ind w:left="709" w:hanging="709"/>
        <w:jc w:val="both"/>
        <w:rPr>
          <w:rFonts w:asciiTheme="minorHAnsi" w:hAnsiTheme="minorHAnsi"/>
          <w:iCs/>
          <w:sz w:val="22"/>
          <w:szCs w:val="22"/>
        </w:rPr>
      </w:pPr>
    </w:p>
    <w:p w14:paraId="3020CF69" w14:textId="77777777" w:rsidR="006343B1" w:rsidRPr="00C1048B" w:rsidRDefault="006343B1" w:rsidP="00C72E43">
      <w:pPr>
        <w:pStyle w:val="Bod1"/>
      </w:pPr>
      <w:r w:rsidRPr="00C1048B">
        <w:t>8.1</w:t>
      </w:r>
      <w:r w:rsidR="00FF785F">
        <w:t>6</w:t>
      </w:r>
      <w:r w:rsidRPr="00C1048B">
        <w:tab/>
        <w:t>Zhotovitel se zavazuje vyklidit staveniště ke dni předání a převzetí díla objednatelem.</w:t>
      </w:r>
    </w:p>
    <w:p w14:paraId="75C1C349" w14:textId="77777777" w:rsidR="00946353" w:rsidRPr="00C1048B" w:rsidRDefault="00946353" w:rsidP="00673C1D">
      <w:pPr>
        <w:widowControl w:val="0"/>
        <w:ind w:left="709" w:hanging="709"/>
        <w:jc w:val="both"/>
        <w:rPr>
          <w:rFonts w:asciiTheme="minorHAnsi" w:hAnsiTheme="minorHAnsi"/>
          <w:iCs/>
          <w:sz w:val="22"/>
          <w:szCs w:val="22"/>
        </w:rPr>
      </w:pPr>
    </w:p>
    <w:p w14:paraId="256DC70D" w14:textId="77777777" w:rsidR="00C72E43" w:rsidRDefault="00C72E43" w:rsidP="00673C1D">
      <w:pPr>
        <w:widowControl w:val="0"/>
        <w:jc w:val="both"/>
        <w:rPr>
          <w:rFonts w:asciiTheme="minorHAnsi" w:hAnsiTheme="minorHAnsi"/>
          <w:b/>
          <w:iCs/>
          <w:sz w:val="22"/>
          <w:szCs w:val="22"/>
        </w:rPr>
      </w:pPr>
    </w:p>
    <w:p w14:paraId="7F79F730" w14:textId="77777777"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14:paraId="050CF8DB" w14:textId="77777777"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14:paraId="5DB3AC51" w14:textId="77777777"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14:paraId="50E6998F" w14:textId="77777777" w:rsidR="00905E90" w:rsidRPr="00171D28" w:rsidRDefault="00905E90" w:rsidP="00673C1D">
      <w:pPr>
        <w:widowControl w:val="0"/>
        <w:ind w:left="705" w:hanging="705"/>
        <w:jc w:val="both"/>
        <w:rPr>
          <w:rFonts w:asciiTheme="minorHAnsi" w:hAnsiTheme="minorHAnsi"/>
          <w:iCs/>
          <w:sz w:val="22"/>
          <w:szCs w:val="22"/>
        </w:rPr>
      </w:pPr>
    </w:p>
    <w:p w14:paraId="399DDFA3" w14:textId="77777777"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14:paraId="78993E23" w14:textId="77777777" w:rsidR="00905E90" w:rsidRPr="00C1048B" w:rsidRDefault="00905E90" w:rsidP="00673C1D">
      <w:pPr>
        <w:widowControl w:val="0"/>
        <w:ind w:left="705" w:hanging="705"/>
        <w:jc w:val="both"/>
        <w:rPr>
          <w:rFonts w:asciiTheme="minorHAnsi" w:hAnsiTheme="minorHAnsi"/>
          <w:iCs/>
          <w:sz w:val="22"/>
          <w:szCs w:val="22"/>
        </w:rPr>
      </w:pPr>
    </w:p>
    <w:p w14:paraId="29F1C153" w14:textId="77777777"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14:paraId="3A924353" w14:textId="77777777" w:rsidR="00905E90" w:rsidRPr="00C1048B" w:rsidRDefault="00905E90" w:rsidP="00673C1D">
      <w:pPr>
        <w:pStyle w:val="NormlnIMP"/>
        <w:widowControl w:val="0"/>
        <w:suppressAutoHyphens w:val="0"/>
        <w:jc w:val="both"/>
        <w:rPr>
          <w:rFonts w:asciiTheme="minorHAnsi" w:hAnsiTheme="minorHAnsi"/>
          <w:color w:val="000000"/>
          <w:sz w:val="22"/>
          <w:szCs w:val="22"/>
        </w:rPr>
      </w:pPr>
    </w:p>
    <w:p w14:paraId="182DAD82" w14:textId="77777777"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14:paraId="2B660C59" w14:textId="77777777" w:rsidR="00905E90" w:rsidRDefault="00905E90" w:rsidP="00673C1D">
      <w:pPr>
        <w:widowControl w:val="0"/>
        <w:jc w:val="both"/>
        <w:rPr>
          <w:rFonts w:asciiTheme="minorHAnsi" w:hAnsiTheme="minorHAnsi"/>
          <w:iCs/>
          <w:sz w:val="22"/>
          <w:szCs w:val="22"/>
        </w:rPr>
      </w:pPr>
    </w:p>
    <w:p w14:paraId="04F48E0C" w14:textId="77777777" w:rsidR="00A155EB" w:rsidRDefault="00A155EB" w:rsidP="00673C1D">
      <w:pPr>
        <w:widowControl w:val="0"/>
        <w:jc w:val="both"/>
        <w:rPr>
          <w:rFonts w:asciiTheme="minorHAnsi" w:hAnsiTheme="minorHAnsi"/>
          <w:iCs/>
          <w:sz w:val="22"/>
          <w:szCs w:val="22"/>
        </w:rPr>
      </w:pPr>
    </w:p>
    <w:p w14:paraId="34FA226D" w14:textId="77777777"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14:paraId="7B076EAF" w14:textId="77777777"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14:paraId="672E2D87" w14:textId="77777777"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w:t>
      </w:r>
      <w:r w:rsidRPr="00C1048B">
        <w:lastRenderedPageBreak/>
        <w:t>zákoníku v platném znění.</w:t>
      </w:r>
    </w:p>
    <w:p w14:paraId="71957AEB" w14:textId="77777777" w:rsidR="00882E39" w:rsidRPr="00C1048B" w:rsidRDefault="00882E39" w:rsidP="00673C1D">
      <w:pPr>
        <w:widowControl w:val="0"/>
        <w:jc w:val="both"/>
        <w:rPr>
          <w:rFonts w:asciiTheme="minorHAnsi" w:hAnsiTheme="minorHAnsi"/>
          <w:iCs/>
          <w:sz w:val="22"/>
          <w:szCs w:val="22"/>
        </w:rPr>
      </w:pPr>
    </w:p>
    <w:p w14:paraId="0E997246" w14:textId="77777777"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14:paraId="2FC1A64C" w14:textId="77777777" w:rsidR="0036121F" w:rsidRPr="00C1048B" w:rsidRDefault="0036121F" w:rsidP="00A155EB">
      <w:pPr>
        <w:pStyle w:val="Bod1"/>
      </w:pPr>
    </w:p>
    <w:p w14:paraId="3315744C" w14:textId="77777777" w:rsidR="00882E39" w:rsidRDefault="004B6BE2" w:rsidP="00A155EB">
      <w:pPr>
        <w:pStyle w:val="Bod1"/>
      </w:pPr>
      <w:r w:rsidRPr="00C1048B">
        <w:t>10.3</w:t>
      </w:r>
      <w:r w:rsidRPr="00C1048B">
        <w:tab/>
        <w:t>Tato smlouva je vypracována ve čtyřech vyhotoveních, ze kterých si dvě ponechá objednatel a dvě zhotovitel.</w:t>
      </w:r>
    </w:p>
    <w:p w14:paraId="591B5469" w14:textId="77777777" w:rsidR="0036121F" w:rsidRDefault="0036121F" w:rsidP="00A155EB">
      <w:pPr>
        <w:pStyle w:val="Bod1"/>
      </w:pPr>
    </w:p>
    <w:p w14:paraId="088220F5" w14:textId="1ACCF858" w:rsidR="0036121F" w:rsidRPr="00FB1BA9" w:rsidRDefault="0036121F" w:rsidP="0036121F">
      <w:pPr>
        <w:pStyle w:val="Bod1"/>
        <w:rPr>
          <w:color w:val="auto"/>
        </w:rPr>
      </w:pPr>
      <w:r w:rsidRPr="00C1048B">
        <w:t>10.4</w:t>
      </w:r>
      <w:r w:rsidRPr="00C1048B">
        <w:tab/>
        <w:t xml:space="preserve">Tato smlouva byla schválena Radou města Ústí </w:t>
      </w:r>
      <w:r w:rsidRPr="00FB1BA9">
        <w:rPr>
          <w:color w:val="auto"/>
        </w:rPr>
        <w:t xml:space="preserve">nad Orlicí dne </w:t>
      </w:r>
      <w:r w:rsidR="00FB1BA9" w:rsidRPr="00FB1BA9">
        <w:rPr>
          <w:color w:val="auto"/>
        </w:rPr>
        <w:t>……………..</w:t>
      </w:r>
      <w:r w:rsidRPr="00FB1BA9">
        <w:rPr>
          <w:color w:val="auto"/>
        </w:rPr>
        <w:t xml:space="preserve"> pod číslem usnesení ……………………………………..</w:t>
      </w:r>
    </w:p>
    <w:p w14:paraId="0336FE32" w14:textId="77777777" w:rsidR="0036121F" w:rsidRPr="00FB1BA9" w:rsidRDefault="0036121F" w:rsidP="0036121F">
      <w:pPr>
        <w:pStyle w:val="Bod1"/>
        <w:rPr>
          <w:color w:val="auto"/>
        </w:rPr>
      </w:pPr>
    </w:p>
    <w:p w14:paraId="6FC27790" w14:textId="77777777" w:rsidR="0036121F" w:rsidRPr="00FB1BA9" w:rsidRDefault="0036121F" w:rsidP="0036121F">
      <w:pPr>
        <w:pStyle w:val="Bod1"/>
        <w:rPr>
          <w:color w:val="auto"/>
        </w:rPr>
      </w:pPr>
      <w:r w:rsidRPr="00FB1BA9">
        <w:rPr>
          <w:color w:val="auto"/>
        </w:rPr>
        <w:t>10.5</w:t>
      </w:r>
      <w:r w:rsidRPr="00FB1BA9">
        <w:rPr>
          <w:color w:val="auto"/>
        </w:rPr>
        <w:tab/>
        <w:t>Na tuto smlouvu se vztahuje povinnost uveřejnění prostřednictvím registru smluv a nabývá účinnosti dnem uveřejnění.</w:t>
      </w:r>
    </w:p>
    <w:p w14:paraId="1271C062" w14:textId="77777777" w:rsidR="0036121F" w:rsidRPr="00FB1BA9" w:rsidRDefault="0036121F" w:rsidP="00A155EB">
      <w:pPr>
        <w:pStyle w:val="Bod1"/>
        <w:rPr>
          <w:color w:val="auto"/>
        </w:rPr>
      </w:pPr>
    </w:p>
    <w:p w14:paraId="30EE3DC1" w14:textId="77777777" w:rsidR="0036121F" w:rsidRPr="00FB1BA9" w:rsidRDefault="0036121F" w:rsidP="0036121F">
      <w:pPr>
        <w:autoSpaceDE w:val="0"/>
        <w:autoSpaceDN w:val="0"/>
        <w:adjustRightInd w:val="0"/>
        <w:ind w:left="567" w:hanging="567"/>
        <w:jc w:val="both"/>
        <w:rPr>
          <w:rFonts w:asciiTheme="minorHAnsi" w:hAnsiTheme="minorHAnsi"/>
          <w:iCs/>
          <w:sz w:val="22"/>
          <w:szCs w:val="22"/>
        </w:rPr>
      </w:pPr>
      <w:r w:rsidRPr="00FB1BA9">
        <w:rPr>
          <w:rFonts w:asciiTheme="minorHAnsi" w:hAnsiTheme="minorHAnsi"/>
          <w:iCs/>
          <w:sz w:val="22"/>
          <w:szCs w:val="22"/>
        </w:rPr>
        <w:t>10.6</w:t>
      </w:r>
      <w:r w:rsidRPr="00FB1BA9">
        <w:rPr>
          <w:rFonts w:asciiTheme="minorHAnsi" w:hAnsiTheme="minorHAnsi"/>
          <w:iCs/>
          <w:sz w:val="22"/>
          <w:szCs w:val="22"/>
        </w:rPr>
        <w:tab/>
        <w:t>Smluvní strany prohlašují, že žádná část smlouvy nenaplňuje znaky obchodního tajemství ( § 504 z. č. 89/2012 Sb., občanský zákoník).</w:t>
      </w:r>
    </w:p>
    <w:p w14:paraId="3EC3D9E6" w14:textId="77777777" w:rsidR="0036121F" w:rsidRPr="00FB1BA9" w:rsidRDefault="0036121F" w:rsidP="00A155EB">
      <w:pPr>
        <w:pStyle w:val="Bod1"/>
        <w:rPr>
          <w:color w:val="auto"/>
        </w:rPr>
      </w:pPr>
    </w:p>
    <w:p w14:paraId="7A8B1CA6" w14:textId="77777777" w:rsidR="00AB5A70" w:rsidRPr="00FB1BA9" w:rsidRDefault="00B12923" w:rsidP="00AB5A70">
      <w:pPr>
        <w:pStyle w:val="Bod1"/>
        <w:rPr>
          <w:color w:val="auto"/>
        </w:rPr>
      </w:pPr>
      <w:r w:rsidRPr="00FB1BA9">
        <w:rPr>
          <w:color w:val="auto"/>
        </w:rPr>
        <w:t>10.7</w:t>
      </w:r>
      <w:r w:rsidRPr="00FB1BA9">
        <w:rPr>
          <w:color w:val="auto"/>
        </w:rPr>
        <w:tab/>
      </w:r>
      <w:r w:rsidR="00AB5A70" w:rsidRPr="00FB1BA9">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14:paraId="45D7132D" w14:textId="77777777" w:rsidR="00AB5A70" w:rsidRPr="00FB1BA9" w:rsidRDefault="00AB5A70" w:rsidP="00AB5A70">
      <w:pPr>
        <w:pStyle w:val="Bod1"/>
        <w:rPr>
          <w:color w:val="auto"/>
        </w:rPr>
      </w:pPr>
    </w:p>
    <w:p w14:paraId="67077D63" w14:textId="77777777" w:rsidR="00AB5A70" w:rsidRPr="00FB1BA9" w:rsidRDefault="00AB5A70" w:rsidP="00AB5A70">
      <w:pPr>
        <w:pStyle w:val="Bod1"/>
        <w:rPr>
          <w:color w:val="auto"/>
        </w:rPr>
      </w:pPr>
      <w:r w:rsidRPr="00FB1BA9">
        <w:rPr>
          <w:color w:val="auto"/>
        </w:rPr>
        <w:t>10.8</w:t>
      </w:r>
      <w:r w:rsidRPr="00FB1BA9">
        <w:rPr>
          <w:color w:val="auto"/>
        </w:rPr>
        <w:tab/>
        <w:t>Smluvní strany berou na vědomí, že nebude-li tato smlouva zveřejněna ani devadesátý den od jejího uzavření, je následujícím dnem zrušena od počátku s účinky případného bezdůvodného obohacení.</w:t>
      </w:r>
    </w:p>
    <w:p w14:paraId="25622937" w14:textId="77777777" w:rsidR="00A155EB" w:rsidRPr="00FB1BA9" w:rsidRDefault="00A155EB" w:rsidP="00AB5A70">
      <w:pPr>
        <w:pStyle w:val="Bod1"/>
        <w:rPr>
          <w:color w:val="auto"/>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14:paraId="208B4408" w14:textId="77777777" w:rsidTr="00171D28">
        <w:tc>
          <w:tcPr>
            <w:tcW w:w="4536" w:type="dxa"/>
          </w:tcPr>
          <w:p w14:paraId="41D3EC30"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14:paraId="7A18B2AB" w14:textId="77777777"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14:paraId="0551B512" w14:textId="77777777" w:rsidTr="00171D28">
        <w:trPr>
          <w:trHeight w:val="1474"/>
        </w:trPr>
        <w:tc>
          <w:tcPr>
            <w:tcW w:w="4536" w:type="dxa"/>
          </w:tcPr>
          <w:p w14:paraId="19BDAEC4" w14:textId="77777777" w:rsidR="00B80535" w:rsidRDefault="00B80535" w:rsidP="008B4A4B">
            <w:pPr>
              <w:tabs>
                <w:tab w:val="left" w:pos="9525"/>
              </w:tabs>
              <w:jc w:val="both"/>
              <w:rPr>
                <w:rFonts w:ascii="Calibri" w:hAnsi="Calibri"/>
                <w:snapToGrid w:val="0"/>
                <w:sz w:val="22"/>
                <w:szCs w:val="22"/>
              </w:rPr>
            </w:pPr>
          </w:p>
          <w:p w14:paraId="1CE65019" w14:textId="77777777" w:rsidR="00A55300" w:rsidRDefault="00A55300" w:rsidP="008B4A4B">
            <w:pPr>
              <w:tabs>
                <w:tab w:val="left" w:pos="9525"/>
              </w:tabs>
              <w:jc w:val="both"/>
              <w:rPr>
                <w:rFonts w:ascii="Calibri" w:hAnsi="Calibri"/>
                <w:snapToGrid w:val="0"/>
                <w:sz w:val="22"/>
                <w:szCs w:val="22"/>
              </w:rPr>
            </w:pPr>
          </w:p>
          <w:p w14:paraId="4A9BA014" w14:textId="77777777" w:rsidR="00A55300" w:rsidRDefault="00A55300" w:rsidP="008B4A4B">
            <w:pPr>
              <w:tabs>
                <w:tab w:val="left" w:pos="9525"/>
              </w:tabs>
              <w:jc w:val="both"/>
              <w:rPr>
                <w:rFonts w:ascii="Calibri" w:hAnsi="Calibri"/>
                <w:snapToGrid w:val="0"/>
                <w:sz w:val="22"/>
                <w:szCs w:val="22"/>
              </w:rPr>
            </w:pPr>
          </w:p>
          <w:p w14:paraId="4F5906AB" w14:textId="77777777" w:rsidR="00A55300" w:rsidRDefault="00A55300" w:rsidP="008B4A4B">
            <w:pPr>
              <w:tabs>
                <w:tab w:val="left" w:pos="9525"/>
              </w:tabs>
              <w:jc w:val="both"/>
              <w:rPr>
                <w:rFonts w:ascii="Calibri" w:hAnsi="Calibri"/>
                <w:snapToGrid w:val="0"/>
                <w:sz w:val="22"/>
                <w:szCs w:val="22"/>
              </w:rPr>
            </w:pPr>
          </w:p>
          <w:p w14:paraId="25619B13" w14:textId="77777777" w:rsidR="00A55300" w:rsidRDefault="00A55300" w:rsidP="008B4A4B">
            <w:pPr>
              <w:tabs>
                <w:tab w:val="left" w:pos="9525"/>
              </w:tabs>
              <w:jc w:val="both"/>
              <w:rPr>
                <w:rFonts w:ascii="Calibri" w:hAnsi="Calibri"/>
                <w:snapToGrid w:val="0"/>
                <w:sz w:val="22"/>
                <w:szCs w:val="22"/>
              </w:rPr>
            </w:pPr>
          </w:p>
          <w:p w14:paraId="2C86F049" w14:textId="77777777" w:rsidR="00A55300" w:rsidRDefault="00A55300" w:rsidP="008B4A4B">
            <w:pPr>
              <w:tabs>
                <w:tab w:val="left" w:pos="9525"/>
              </w:tabs>
              <w:jc w:val="both"/>
              <w:rPr>
                <w:rFonts w:ascii="Calibri" w:hAnsi="Calibri"/>
                <w:snapToGrid w:val="0"/>
                <w:sz w:val="22"/>
                <w:szCs w:val="22"/>
              </w:rPr>
            </w:pPr>
          </w:p>
          <w:p w14:paraId="4FBCE5D4" w14:textId="77777777" w:rsidR="00A55300" w:rsidRPr="006B2C5B" w:rsidRDefault="00A55300" w:rsidP="008B4A4B">
            <w:pPr>
              <w:tabs>
                <w:tab w:val="left" w:pos="9525"/>
              </w:tabs>
              <w:jc w:val="both"/>
              <w:rPr>
                <w:rFonts w:ascii="Calibri" w:hAnsi="Calibri"/>
                <w:snapToGrid w:val="0"/>
                <w:sz w:val="22"/>
                <w:szCs w:val="22"/>
              </w:rPr>
            </w:pPr>
          </w:p>
        </w:tc>
        <w:tc>
          <w:tcPr>
            <w:tcW w:w="4535" w:type="dxa"/>
          </w:tcPr>
          <w:p w14:paraId="1CC9D088" w14:textId="77777777" w:rsidR="00B80535" w:rsidRPr="006B2C5B" w:rsidRDefault="00B80535" w:rsidP="008B4A4B">
            <w:pPr>
              <w:tabs>
                <w:tab w:val="left" w:pos="9525"/>
              </w:tabs>
              <w:jc w:val="both"/>
              <w:rPr>
                <w:rFonts w:ascii="Calibri" w:hAnsi="Calibri"/>
                <w:snapToGrid w:val="0"/>
                <w:sz w:val="22"/>
                <w:szCs w:val="22"/>
              </w:rPr>
            </w:pPr>
          </w:p>
        </w:tc>
      </w:tr>
      <w:tr w:rsidR="00B80535" w:rsidRPr="006B2C5B" w14:paraId="75E64080" w14:textId="77777777" w:rsidTr="00171D28">
        <w:tc>
          <w:tcPr>
            <w:tcW w:w="4536" w:type="dxa"/>
          </w:tcPr>
          <w:p w14:paraId="2A9C27D7"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14:paraId="43B134B4" w14:textId="77777777"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14:paraId="003FAFD1" w14:textId="77777777"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14:paraId="264890E9"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14:paraId="48EC0606" w14:textId="77777777"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14:paraId="21AFF211" w14:textId="77777777"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14:paraId="1D4575E6" w14:textId="77777777"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19009" w14:textId="77777777" w:rsidR="00B64E58" w:rsidRDefault="00B64E58">
      <w:r>
        <w:separator/>
      </w:r>
    </w:p>
  </w:endnote>
  <w:endnote w:type="continuationSeparator" w:id="0">
    <w:p w14:paraId="7EE8C421" w14:textId="77777777"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91B5A" w14:textId="77777777" w:rsidR="00C533E9" w:rsidRDefault="00C533E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14:paraId="43EBCCF4" w14:textId="77777777" w:rsidTr="008B4A4B">
      <w:trPr>
        <w:trHeight w:val="57"/>
      </w:trPr>
      <w:tc>
        <w:tcPr>
          <w:tcW w:w="4361" w:type="dxa"/>
          <w:shd w:val="clear" w:color="auto" w:fill="auto"/>
          <w:vAlign w:val="center"/>
        </w:tcPr>
        <w:p w14:paraId="06ECBEF4" w14:textId="77777777" w:rsidR="00840158" w:rsidRPr="00CC6499" w:rsidRDefault="00840158" w:rsidP="00840158">
          <w:pPr>
            <w:pStyle w:val="Zpat"/>
            <w:rPr>
              <w:rFonts w:ascii="Calibri" w:hAnsi="Calibri"/>
              <w:noProof/>
              <w:sz w:val="16"/>
              <w:szCs w:val="16"/>
            </w:rPr>
          </w:pPr>
        </w:p>
      </w:tc>
      <w:tc>
        <w:tcPr>
          <w:tcW w:w="4925" w:type="dxa"/>
          <w:shd w:val="clear" w:color="auto" w:fill="auto"/>
          <w:vAlign w:val="center"/>
        </w:tcPr>
        <w:p w14:paraId="43663AD5" w14:textId="77777777" w:rsidR="00840158" w:rsidRPr="00CC6499" w:rsidRDefault="00840158" w:rsidP="00840158">
          <w:pPr>
            <w:pStyle w:val="Zpat"/>
            <w:jc w:val="right"/>
            <w:rPr>
              <w:rFonts w:ascii="Calibri" w:hAnsi="Calibri"/>
              <w:sz w:val="16"/>
              <w:szCs w:val="16"/>
            </w:rPr>
          </w:pPr>
        </w:p>
      </w:tc>
    </w:tr>
    <w:tr w:rsidR="00840158" w:rsidRPr="0052340A" w14:paraId="293D43EB" w14:textId="77777777" w:rsidTr="008B4A4B">
      <w:trPr>
        <w:trHeight w:val="340"/>
      </w:trPr>
      <w:tc>
        <w:tcPr>
          <w:tcW w:w="4361" w:type="dxa"/>
          <w:shd w:val="clear" w:color="auto" w:fill="auto"/>
          <w:vAlign w:val="center"/>
        </w:tcPr>
        <w:p w14:paraId="482282BC" w14:textId="77777777" w:rsidR="00840158" w:rsidRPr="0052340A" w:rsidRDefault="00C533E9" w:rsidP="00840158">
          <w:pPr>
            <w:pStyle w:val="Zpat"/>
            <w:rPr>
              <w:rFonts w:ascii="Calibri" w:hAnsi="Calibri"/>
            </w:rPr>
          </w:pPr>
          <w:r>
            <w:rPr>
              <w:rFonts w:ascii="Calibri" w:hAnsi="Calibri"/>
              <w:noProof/>
            </w:rPr>
            <w:drawing>
              <wp:inline distT="0" distB="0" distL="0" distR="0" wp14:anchorId="4CA83810" wp14:editId="6C7B96FA">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14:paraId="6EFE34D2" w14:textId="77777777"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AB5A70">
            <w:rPr>
              <w:rFonts w:ascii="Calibri" w:hAnsi="Calibri"/>
              <w:bCs/>
              <w:noProof/>
            </w:rPr>
            <w:t>5</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AB5A70">
            <w:rPr>
              <w:rFonts w:ascii="Calibri" w:hAnsi="Calibri"/>
              <w:bCs/>
              <w:noProof/>
            </w:rPr>
            <w:t>6</w:t>
          </w:r>
          <w:r w:rsidRPr="007704E1">
            <w:rPr>
              <w:rFonts w:ascii="Calibri" w:hAnsi="Calibri"/>
              <w:bCs/>
            </w:rPr>
            <w:fldChar w:fldCharType="end"/>
          </w:r>
        </w:p>
      </w:tc>
    </w:tr>
  </w:tbl>
  <w:p w14:paraId="2E6349F1" w14:textId="77777777" w:rsidR="00AD1F0F" w:rsidRPr="00840158" w:rsidRDefault="00AD1F0F" w:rsidP="008401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D80CC" w14:textId="77777777"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8B4BA" w14:textId="77777777" w:rsidR="00B64E58" w:rsidRDefault="00B64E58">
      <w:r>
        <w:separator/>
      </w:r>
    </w:p>
  </w:footnote>
  <w:footnote w:type="continuationSeparator" w:id="0">
    <w:p w14:paraId="0045827A" w14:textId="77777777" w:rsidR="00B64E58" w:rsidRDefault="00B64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DD758" w14:textId="77777777"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C3B203D" w14:textId="77777777" w:rsidR="00AD1F0F" w:rsidRDefault="00AD1F0F">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B0B13" w14:textId="77777777" w:rsidR="00AD1F0F" w:rsidRDefault="00AD1F0F">
    <w:pPr>
      <w:pStyle w:val="Zhlav"/>
      <w:framePr w:wrap="around" w:vAnchor="text" w:hAnchor="margin" w:xAlign="right" w:y="1"/>
      <w:rPr>
        <w:rStyle w:val="slostrnky"/>
      </w:rPr>
    </w:pPr>
  </w:p>
  <w:p w14:paraId="49848F46" w14:textId="77777777" w:rsidR="00AD1F0F" w:rsidRDefault="00AD1F0F">
    <w:pPr>
      <w:pStyle w:val="Zhlav"/>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C2171" w14:textId="77777777" w:rsidR="00AD1F0F" w:rsidRDefault="00AD1F0F">
    <w:pPr>
      <w:widowControl w:val="0"/>
      <w:tabs>
        <w:tab w:val="center" w:pos="4153"/>
        <w:tab w:val="right" w:pos="8306"/>
      </w:tabs>
      <w:autoSpaceDE w:val="0"/>
      <w:autoSpaceDN w:val="0"/>
      <w:adjustRightInd w:val="0"/>
      <w:jc w:val="center"/>
    </w:pPr>
  </w:p>
  <w:p w14:paraId="1F9BE2BD" w14:textId="77777777" w:rsidR="00AD1F0F" w:rsidRDefault="00AD1F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0F18D8"/>
    <w:rsid w:val="001000E4"/>
    <w:rsid w:val="001007C3"/>
    <w:rsid w:val="001315FE"/>
    <w:rsid w:val="00132D7D"/>
    <w:rsid w:val="001437EF"/>
    <w:rsid w:val="00152305"/>
    <w:rsid w:val="00164E3D"/>
    <w:rsid w:val="00167054"/>
    <w:rsid w:val="00167146"/>
    <w:rsid w:val="00171D28"/>
    <w:rsid w:val="0017476C"/>
    <w:rsid w:val="00175F7C"/>
    <w:rsid w:val="001B5C5F"/>
    <w:rsid w:val="001C43C9"/>
    <w:rsid w:val="001C6A6E"/>
    <w:rsid w:val="001D276D"/>
    <w:rsid w:val="001E31B4"/>
    <w:rsid w:val="001F11CD"/>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07D4F"/>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7473"/>
    <w:rsid w:val="006540F2"/>
    <w:rsid w:val="00673C1D"/>
    <w:rsid w:val="00684FDA"/>
    <w:rsid w:val="00691B04"/>
    <w:rsid w:val="006922FE"/>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55782"/>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E3E44"/>
    <w:rsid w:val="007F0213"/>
    <w:rsid w:val="007F0F54"/>
    <w:rsid w:val="008248BB"/>
    <w:rsid w:val="00840158"/>
    <w:rsid w:val="00850D2E"/>
    <w:rsid w:val="008634CC"/>
    <w:rsid w:val="008653F0"/>
    <w:rsid w:val="00866C84"/>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00CE"/>
    <w:rsid w:val="00A3734B"/>
    <w:rsid w:val="00A40B9F"/>
    <w:rsid w:val="00A414FE"/>
    <w:rsid w:val="00A41622"/>
    <w:rsid w:val="00A53BBC"/>
    <w:rsid w:val="00A54A11"/>
    <w:rsid w:val="00A55300"/>
    <w:rsid w:val="00A6434D"/>
    <w:rsid w:val="00A66FDA"/>
    <w:rsid w:val="00A717F7"/>
    <w:rsid w:val="00A739B5"/>
    <w:rsid w:val="00A80134"/>
    <w:rsid w:val="00A81E38"/>
    <w:rsid w:val="00A87198"/>
    <w:rsid w:val="00AA1757"/>
    <w:rsid w:val="00AB1DD3"/>
    <w:rsid w:val="00AB2851"/>
    <w:rsid w:val="00AB393A"/>
    <w:rsid w:val="00AB5A70"/>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26C00"/>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94071"/>
    <w:rsid w:val="00FA4F2E"/>
    <w:rsid w:val="00FB1BA9"/>
    <w:rsid w:val="00FD6783"/>
    <w:rsid w:val="00FD6CE1"/>
    <w:rsid w:val="00FE0261"/>
    <w:rsid w:val="00FE34C7"/>
    <w:rsid w:val="00FF37FE"/>
    <w:rsid w:val="00FF3CFD"/>
    <w:rsid w:val="00FF78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7105"/>
    <o:shapelayout v:ext="edit">
      <o:idmap v:ext="edit" data="1"/>
    </o:shapelayout>
  </w:shapeDefaults>
  <w:decimalSymbol w:val=","/>
  <w:listSeparator w:val=";"/>
  <w14:docId w14:val="49F4310E"/>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88546219">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24.3.00.dot</Template>
  <TotalTime>6</TotalTime>
  <Pages>6</Pages>
  <Words>1941</Words>
  <Characters>11483</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Michal Nezdařil</cp:lastModifiedBy>
  <cp:revision>8</cp:revision>
  <cp:lastPrinted>2016-02-16T07:30:00Z</cp:lastPrinted>
  <dcterms:created xsi:type="dcterms:W3CDTF">2020-05-05T05:47:00Z</dcterms:created>
  <dcterms:modified xsi:type="dcterms:W3CDTF">2021-11-16T08:48:00Z</dcterms:modified>
</cp:coreProperties>
</file>